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3D115" w14:textId="695C73CF" w:rsidR="00A327B5" w:rsidRDefault="001D29A9">
      <w:r>
        <w:rPr>
          <w:noProof/>
        </w:rPr>
        <mc:AlternateContent>
          <mc:Choice Requires="wps">
            <w:drawing>
              <wp:anchor distT="0" distB="0" distL="114300" distR="114300" simplePos="0" relativeHeight="251682883" behindDoc="0" locked="0" layoutInCell="1" allowOverlap="1" wp14:anchorId="393621CD" wp14:editId="63AC55FD">
                <wp:simplePos x="0" y="0"/>
                <wp:positionH relativeFrom="page">
                  <wp:posOffset>952500</wp:posOffset>
                </wp:positionH>
                <wp:positionV relativeFrom="page">
                  <wp:posOffset>520700</wp:posOffset>
                </wp:positionV>
                <wp:extent cx="3124200" cy="368300"/>
                <wp:effectExtent l="0" t="0" r="0" b="12700"/>
                <wp:wrapThrough wrapText="bothSides">
                  <wp:wrapPolygon edited="0">
                    <wp:start x="176" y="0"/>
                    <wp:lineTo x="176" y="20855"/>
                    <wp:lineTo x="21249" y="20855"/>
                    <wp:lineTo x="21249" y="0"/>
                    <wp:lineTo x="176" y="0"/>
                  </wp:wrapPolygon>
                </wp:wrapThrough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B99E15" w14:textId="656BBDD9" w:rsidR="001A7499" w:rsidRPr="001D29A9" w:rsidRDefault="001A7499" w:rsidP="001D29A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D29A9">
                              <w:rPr>
                                <w:sz w:val="32"/>
                                <w:szCs w:val="32"/>
                              </w:rPr>
                              <w:t>CLOUDS BY THE 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75pt;margin-top:41pt;width:246pt;height:29pt;z-index:25168288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" mv:complextextbox="1" filled="f" stroked="f">
                <v:textbox>
                  <w:txbxContent>
                    <w:p w14:paraId="7BB99E15" w14:textId="656BBDD9" w:rsidR="001A7499" w:rsidRPr="001D29A9" w:rsidRDefault="001A7499" w:rsidP="001D29A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1D29A9">
                        <w:rPr>
                          <w:sz w:val="32"/>
                          <w:szCs w:val="32"/>
                        </w:rPr>
                        <w:t>CLOUDS BY THE DAY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bookmarkStart w:id="0" w:name="_GoBack"/>
      <w:r w:rsidR="008361F2">
        <w:rPr>
          <w:noProof/>
        </w:rPr>
        <w:drawing>
          <wp:anchor distT="0" distB="0" distL="118745" distR="118745" simplePos="0" relativeHeight="251658307" behindDoc="0" locked="0" layoutInCell="1" allowOverlap="1" wp14:anchorId="519BF004" wp14:editId="19BADA93">
            <wp:simplePos x="0" y="0"/>
            <wp:positionH relativeFrom="page">
              <wp:posOffset>5394960</wp:posOffset>
            </wp:positionH>
            <wp:positionV relativeFrom="page">
              <wp:posOffset>1969135</wp:posOffset>
            </wp:positionV>
            <wp:extent cx="4292600" cy="2988945"/>
            <wp:effectExtent l="0" t="0" r="0" b="795655"/>
            <wp:wrapTight wrapText="bothSides">
              <wp:wrapPolygon edited="0">
                <wp:start x="1406" y="0"/>
                <wp:lineTo x="0" y="1101"/>
                <wp:lineTo x="0" y="27166"/>
                <wp:lineTo x="21472" y="27166"/>
                <wp:lineTo x="21472" y="1101"/>
                <wp:lineTo x="20066" y="0"/>
                <wp:lineTo x="1406" y="0"/>
              </wp:wrapPolygon>
            </wp:wrapTight>
            <wp:docPr id="26" name="Placeh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Picture 7" descr=":cat 2 images:42-1724745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0" cy="2988945"/>
                    </a:xfrm>
                    <a:prstGeom prst="round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innerShdw blurRad="25400" dir="13500000">
                        <a:srgbClr val="000000">
                          <a:alpha val="20000"/>
                        </a:srgbClr>
                      </a:innerShdw>
                      <a:reflection stA="40000" endPos="25000" dir="5400000" sy="-100000" algn="bl" rotWithShape="0"/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 w:rsidR="008361F2">
        <w:rPr>
          <w:noProof/>
        </w:rPr>
        <mc:AlternateContent>
          <mc:Choice Requires="wps">
            <w:drawing>
              <wp:anchor distT="0" distB="0" distL="114300" distR="114300" simplePos="0" relativeHeight="251658216" behindDoc="0" locked="0" layoutInCell="0" allowOverlap="1" wp14:anchorId="4C2055F1" wp14:editId="1CFB69AC">
                <wp:simplePos x="0" y="0"/>
                <wp:positionH relativeFrom="page">
                  <wp:posOffset>5394960</wp:posOffset>
                </wp:positionH>
                <wp:positionV relativeFrom="page">
                  <wp:posOffset>6209030</wp:posOffset>
                </wp:positionV>
                <wp:extent cx="4297680" cy="574675"/>
                <wp:effectExtent l="0" t="0" r="0" b="9525"/>
                <wp:wrapTight wrapText="bothSides">
                  <wp:wrapPolygon edited="0">
                    <wp:start x="128" y="0"/>
                    <wp:lineTo x="128" y="21003"/>
                    <wp:lineTo x="21319" y="21003"/>
                    <wp:lineTo x="21319" y="0"/>
                    <wp:lineTo x="128" y="0"/>
                  </wp:wrapPolygon>
                </wp:wrapTight>
                <wp:docPr id="16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7680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C8AFEC7" w14:textId="329E4EA7" w:rsidR="001A7499" w:rsidRDefault="001A7499" w:rsidP="00A327B5">
                            <w:pPr>
                              <w:pStyle w:val="Title"/>
                            </w:pPr>
                            <w:r>
                              <w:t>Clouds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424.8pt;margin-top:488.9pt;width:338.4pt;height:45.25pt;z-index:251658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" o:allowincell="f" filled="f" stroked="f">
                <v:textbox inset=",0,,0">
                  <w:txbxContent>
                    <w:p w14:paraId="0C8AFEC7" w14:textId="329E4EA7" w:rsidR="001A7499" w:rsidRDefault="001A7499" w:rsidP="00A327B5">
                      <w:pPr>
                        <w:pStyle w:val="Title"/>
                      </w:pPr>
                      <w:r>
                        <w:t>Clouds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5B341E">
        <w:rPr>
          <w:noProof/>
        </w:rPr>
        <mc:AlternateContent>
          <mc:Choice Requires="wps">
            <w:drawing>
              <wp:anchor distT="0" distB="0" distL="114300" distR="114300" simplePos="0" relativeHeight="251664451" behindDoc="0" locked="0" layoutInCell="1" allowOverlap="1" wp14:anchorId="757901E5" wp14:editId="7E43FED0">
                <wp:simplePos x="0" y="0"/>
                <wp:positionH relativeFrom="page">
                  <wp:posOffset>6776720</wp:posOffset>
                </wp:positionH>
                <wp:positionV relativeFrom="page">
                  <wp:posOffset>431800</wp:posOffset>
                </wp:positionV>
                <wp:extent cx="1333500" cy="457200"/>
                <wp:effectExtent l="0" t="0" r="0" b="0"/>
                <wp:wrapThrough wrapText="bothSides">
                  <wp:wrapPolygon edited="0">
                    <wp:start x="411" y="0"/>
                    <wp:lineTo x="411" y="20400"/>
                    <wp:lineTo x="20571" y="20400"/>
                    <wp:lineTo x="20571" y="0"/>
                    <wp:lineTo x="411" y="0"/>
                  </wp:wrapPolygon>
                </wp:wrapThrough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E93EEE" w14:textId="613DF56A" w:rsidR="001A7499" w:rsidRPr="005B341E" w:rsidRDefault="001A7499" w:rsidP="005B341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Our</w:t>
                            </w:r>
                            <w:r w:rsidRPr="005B341E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Weather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8" type="#_x0000_t202" style="position:absolute;margin-left:533.6pt;margin-top:34pt;width:105pt;height:36pt;z-index:25166445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" mv:complextextbox="1" filled="f" stroked="f">
                <v:textbox>
                  <w:txbxContent>
                    <w:p w14:paraId="45E93EEE" w14:textId="613DF56A" w:rsidR="001A7499" w:rsidRPr="005B341E" w:rsidRDefault="001A7499" w:rsidP="005B341E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Our</w:t>
                      </w:r>
                      <w:r w:rsidRPr="005B341E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 xml:space="preserve"> Weather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A327B5">
        <w:rPr>
          <w:noProof/>
        </w:rPr>
        <mc:AlternateContent>
          <mc:Choice Requires="wps">
            <w:drawing>
              <wp:anchor distT="0" distB="0" distL="114300" distR="114300" simplePos="0" relativeHeight="251663427" behindDoc="0" locked="0" layoutInCell="1" allowOverlap="1" wp14:anchorId="508D1BD2" wp14:editId="507133EF">
                <wp:simplePos x="0" y="0"/>
                <wp:positionH relativeFrom="page">
                  <wp:posOffset>537210</wp:posOffset>
                </wp:positionH>
                <wp:positionV relativeFrom="page">
                  <wp:posOffset>972820</wp:posOffset>
                </wp:positionV>
                <wp:extent cx="252095" cy="4702175"/>
                <wp:effectExtent l="0" t="0" r="1905" b="4445"/>
                <wp:wrapThrough wrapText="bothSides">
                  <wp:wrapPolygon edited="0">
                    <wp:start x="0" y="0"/>
                    <wp:lineTo x="0" y="21256"/>
                    <wp:lineTo x="19587" y="21256"/>
                    <wp:lineTo x="19587" y="0"/>
                    <wp:lineTo x="0" y="0"/>
                  </wp:wrapPolygon>
                </wp:wrapThrough>
                <wp:docPr id="183" name="Text Box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470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16"/>
                              <w:gridCol w:w="1616"/>
                              <w:gridCol w:w="1616"/>
                              <w:gridCol w:w="1616"/>
                            </w:tblGrid>
                            <w:tr w:rsidR="001A7499" w14:paraId="4032F168" w14:textId="77777777" w:rsidTr="00A327B5">
                              <w:trPr>
                                <w:trHeight w:val="284"/>
                              </w:trPr>
                              <w:tc>
                                <w:tcPr>
                                  <w:tcW w:w="1616" w:type="dxa"/>
                                </w:tcPr>
                                <w:p w14:paraId="2549C8F9" w14:textId="233B450C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1AAFD033" w14:textId="33D49362" w:rsidR="001A7499" w:rsidRDefault="001A7499" w:rsidP="00772925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TYPE OF CLOUD IN THE MORNING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65D302E6" w14:textId="7D26EF03" w:rsidR="001A7499" w:rsidRDefault="001A7499" w:rsidP="00772925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TYPE OF WEATHER IN THE MORNING</w:t>
                                  </w: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6B23319B" w14:textId="59AC532E" w:rsidR="001A7499" w:rsidRDefault="001A7499" w:rsidP="00772925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PREDICT AFTERNOON WEATHER</w:t>
                                  </w:r>
                                </w:p>
                              </w:tc>
                            </w:tr>
                            <w:tr w:rsidR="001A7499" w14:paraId="12DDE335" w14:textId="77777777" w:rsidTr="00A327B5">
                              <w:trPr>
                                <w:trHeight w:val="284"/>
                              </w:trPr>
                              <w:tc>
                                <w:tcPr>
                                  <w:tcW w:w="1616" w:type="dxa"/>
                                </w:tcPr>
                                <w:p w14:paraId="42FFE6C0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6E4421D3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7D640469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010A23FD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7D134D7D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6890B789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1A7499" w14:paraId="33F2C132" w14:textId="77777777" w:rsidTr="00A327B5">
                              <w:trPr>
                                <w:trHeight w:val="284"/>
                              </w:trPr>
                              <w:tc>
                                <w:tcPr>
                                  <w:tcW w:w="1616" w:type="dxa"/>
                                </w:tcPr>
                                <w:p w14:paraId="46D27FD5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147EE2AD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656212F6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7E7E55BC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4FABFC7D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14023688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1A7499" w14:paraId="2FC3EBBC" w14:textId="77777777" w:rsidTr="00A327B5">
                              <w:trPr>
                                <w:trHeight w:val="304"/>
                              </w:trPr>
                              <w:tc>
                                <w:tcPr>
                                  <w:tcW w:w="1616" w:type="dxa"/>
                                </w:tcPr>
                                <w:p w14:paraId="62CAC795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18579CF0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02EA6114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749ADB6F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73E120BE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1EB20DB0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1A7499" w14:paraId="70C34A07" w14:textId="77777777" w:rsidTr="00A327B5">
                              <w:trPr>
                                <w:trHeight w:val="284"/>
                              </w:trPr>
                              <w:tc>
                                <w:tcPr>
                                  <w:tcW w:w="1616" w:type="dxa"/>
                                </w:tcPr>
                                <w:p w14:paraId="742C55B0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63E02B1C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0A375A20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08893467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12ABFE6E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6B4C7F7A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1A7499" w14:paraId="791424D2" w14:textId="77777777" w:rsidTr="00A327B5">
                              <w:trPr>
                                <w:trHeight w:val="284"/>
                              </w:trPr>
                              <w:tc>
                                <w:tcPr>
                                  <w:tcW w:w="1616" w:type="dxa"/>
                                </w:tcPr>
                                <w:p w14:paraId="29E2B9D9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7A008A27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0EFBDF2A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6FAD0208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5B33DA73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6F505D31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1A7499" w14:paraId="69D69219" w14:textId="77777777" w:rsidTr="00A327B5">
                              <w:trPr>
                                <w:trHeight w:val="304"/>
                              </w:trPr>
                              <w:tc>
                                <w:tcPr>
                                  <w:tcW w:w="1616" w:type="dxa"/>
                                </w:tcPr>
                                <w:p w14:paraId="01C0EF96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61B3F2E1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14D58E98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5FCC0BE6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31F1569D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129499A2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  <w:tr w:rsidR="001A7499" w14:paraId="6EA043C8" w14:textId="77777777" w:rsidTr="00A327B5">
                              <w:trPr>
                                <w:trHeight w:val="304"/>
                              </w:trPr>
                              <w:tc>
                                <w:tcPr>
                                  <w:tcW w:w="1616" w:type="dxa"/>
                                </w:tcPr>
                                <w:p w14:paraId="15554F56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04D15D81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14:paraId="6BB2066F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27ADC9B6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5120087C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6" w:type="dxa"/>
                                </w:tcPr>
                                <w:p w14:paraId="54F24DD2" w14:textId="77777777" w:rsidR="001A7499" w:rsidRDefault="001A7499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AFB666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68580" tIns="0" rIns="6858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3" o:spid="_x0000_s1029" type="#_x0000_t202" style="position:absolute;margin-left:42.3pt;margin-top:76.6pt;width:19.85pt;height:370.25pt;z-index:251663427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" filled="f" stroked="f">
                <v:textbox style="mso-fit-shape-to-text:t" inset="5.4pt,0,5.4pt,0"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16"/>
                        <w:gridCol w:w="1616"/>
                        <w:gridCol w:w="1616"/>
                        <w:gridCol w:w="1616"/>
                      </w:tblGrid>
                      <w:tr w:rsidR="001A7499" w14:paraId="4032F168" w14:textId="77777777" w:rsidTr="00A327B5">
                        <w:trPr>
                          <w:trHeight w:val="284"/>
                        </w:trPr>
                        <w:tc>
                          <w:tcPr>
                            <w:tcW w:w="1616" w:type="dxa"/>
                          </w:tcPr>
                          <w:p w14:paraId="2549C8F9" w14:textId="233B450C" w:rsidR="001A7499" w:rsidRDefault="001A7499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616" w:type="dxa"/>
                          </w:tcPr>
                          <w:p w14:paraId="1AAFD033" w14:textId="33D49362" w:rsidR="001A7499" w:rsidRDefault="001A7499" w:rsidP="00772925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TYPE OF CLOUD IN THE MORNING</w:t>
                            </w:r>
                          </w:p>
                        </w:tc>
                        <w:tc>
                          <w:tcPr>
                            <w:tcW w:w="1616" w:type="dxa"/>
                          </w:tcPr>
                          <w:p w14:paraId="65D302E6" w14:textId="7D26EF03" w:rsidR="001A7499" w:rsidRDefault="001A7499" w:rsidP="00772925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TYPE OF WEATHER IN THE MORNING</w:t>
                            </w:r>
                          </w:p>
                        </w:tc>
                        <w:tc>
                          <w:tcPr>
                            <w:tcW w:w="1616" w:type="dxa"/>
                          </w:tcPr>
                          <w:p w14:paraId="6B23319B" w14:textId="59AC532E" w:rsidR="001A7499" w:rsidRDefault="001A7499" w:rsidP="00772925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PREDICT AFTERNOON WEATHER</w:t>
                            </w:r>
                          </w:p>
                        </w:tc>
                      </w:tr>
                      <w:tr w:rsidR="001A7499" w14:paraId="12DDE335" w14:textId="77777777" w:rsidTr="00A327B5">
                        <w:trPr>
                          <w:trHeight w:val="284"/>
                        </w:trPr>
                        <w:tc>
                          <w:tcPr>
                            <w:tcW w:w="1616" w:type="dxa"/>
                          </w:tcPr>
                          <w:p w14:paraId="42FFE6C0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  <w:p w14:paraId="6E4421D3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  <w:p w14:paraId="7D640469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010A23FD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7D134D7D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6890B789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1A7499" w14:paraId="33F2C132" w14:textId="77777777" w:rsidTr="00A327B5">
                        <w:trPr>
                          <w:trHeight w:val="284"/>
                        </w:trPr>
                        <w:tc>
                          <w:tcPr>
                            <w:tcW w:w="1616" w:type="dxa"/>
                          </w:tcPr>
                          <w:p w14:paraId="46D27FD5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  <w:p w14:paraId="147EE2AD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  <w:p w14:paraId="656212F6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7E7E55BC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4FABFC7D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14023688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1A7499" w14:paraId="2FC3EBBC" w14:textId="77777777" w:rsidTr="00A327B5">
                        <w:trPr>
                          <w:trHeight w:val="304"/>
                        </w:trPr>
                        <w:tc>
                          <w:tcPr>
                            <w:tcW w:w="1616" w:type="dxa"/>
                          </w:tcPr>
                          <w:p w14:paraId="62CAC795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  <w:p w14:paraId="18579CF0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  <w:p w14:paraId="02EA6114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749ADB6F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73E120BE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1EB20DB0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1A7499" w14:paraId="70C34A07" w14:textId="77777777" w:rsidTr="00A327B5">
                        <w:trPr>
                          <w:trHeight w:val="284"/>
                        </w:trPr>
                        <w:tc>
                          <w:tcPr>
                            <w:tcW w:w="1616" w:type="dxa"/>
                          </w:tcPr>
                          <w:p w14:paraId="742C55B0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  <w:p w14:paraId="63E02B1C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  <w:p w14:paraId="0A375A20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08893467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12ABFE6E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6B4C7F7A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1A7499" w14:paraId="791424D2" w14:textId="77777777" w:rsidTr="00A327B5">
                        <w:trPr>
                          <w:trHeight w:val="284"/>
                        </w:trPr>
                        <w:tc>
                          <w:tcPr>
                            <w:tcW w:w="1616" w:type="dxa"/>
                          </w:tcPr>
                          <w:p w14:paraId="29E2B9D9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  <w:p w14:paraId="7A008A27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  <w:p w14:paraId="0EFBDF2A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6FAD0208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5B33DA73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6F505D31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1A7499" w14:paraId="69D69219" w14:textId="77777777" w:rsidTr="00A327B5">
                        <w:trPr>
                          <w:trHeight w:val="304"/>
                        </w:trPr>
                        <w:tc>
                          <w:tcPr>
                            <w:tcW w:w="1616" w:type="dxa"/>
                          </w:tcPr>
                          <w:p w14:paraId="01C0EF96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  <w:p w14:paraId="61B3F2E1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  <w:p w14:paraId="14D58E98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5FCC0BE6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31F1569D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129499A2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</w:tr>
                      <w:tr w:rsidR="001A7499" w14:paraId="6EA043C8" w14:textId="77777777" w:rsidTr="00A327B5">
                        <w:trPr>
                          <w:trHeight w:val="304"/>
                        </w:trPr>
                        <w:tc>
                          <w:tcPr>
                            <w:tcW w:w="1616" w:type="dxa"/>
                          </w:tcPr>
                          <w:p w14:paraId="15554F56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  <w:p w14:paraId="04D15D81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  <w:p w14:paraId="6BB2066F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27ADC9B6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5120087C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  <w:tc>
                          <w:tcPr>
                            <w:tcW w:w="1616" w:type="dxa"/>
                          </w:tcPr>
                          <w:p w14:paraId="54F24DD2" w14:textId="77777777" w:rsidR="001A7499" w:rsidRDefault="001A7499">
                            <w:pPr>
                              <w:rPr>
                                <w:noProof/>
                              </w:rPr>
                            </w:pPr>
                          </w:p>
                        </w:tc>
                      </w:tr>
                    </w:tbl>
                    <w:p w14:paraId="67AFB666" w14:textId="77777777" w:rsidR="001A7499" w:rsidRDefault="001A7499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21361E">
        <w:rPr>
          <w:noProof/>
        </w:rPr>
        <mc:AlternateContent>
          <mc:Choice Requires="wps">
            <w:drawing>
              <wp:anchor distT="0" distB="0" distL="114300" distR="114300" simplePos="0" relativeHeight="251658213" behindDoc="0" locked="0" layoutInCell="1" allowOverlap="1" wp14:anchorId="21E24034" wp14:editId="5981A28E">
                <wp:simplePos x="0" y="0"/>
                <wp:positionH relativeFrom="page">
                  <wp:posOffset>6776720</wp:posOffset>
                </wp:positionH>
                <wp:positionV relativeFrom="page">
                  <wp:posOffset>365760</wp:posOffset>
                </wp:positionV>
                <wp:extent cx="1536700" cy="612140"/>
                <wp:effectExtent l="0" t="0" r="12700" b="0"/>
                <wp:wrapTight wrapText="bothSides">
                  <wp:wrapPolygon edited="0">
                    <wp:start x="0" y="0"/>
                    <wp:lineTo x="0" y="20614"/>
                    <wp:lineTo x="21421" y="20614"/>
                    <wp:lineTo x="21421" y="0"/>
                    <wp:lineTo x="0" y="0"/>
                  </wp:wrapPolygon>
                </wp:wrapTight>
                <wp:docPr id="18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0" cy="6121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533.6pt;margin-top:28.8pt;width:121pt;height:48.2pt;z-index:25165821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" fillcolor="#39c [3215]" stroked="f" strokecolor="#4a7ebb" strokeweight="1.5pt">
                <v:shadow opacity="22938f" mv:blur="38100f" offset="0,2pt"/>
                <v:textbox inset=",7.2pt,,7.2pt"/>
                <w10:wrap type="tight" anchorx="page" anchory="page"/>
              </v:rect>
            </w:pict>
          </mc:Fallback>
        </mc:AlternateContent>
      </w:r>
      <w:r w:rsidR="00DC59B3">
        <w:br w:type="page"/>
      </w:r>
      <w:r w:rsidR="006F654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35" behindDoc="0" locked="0" layoutInCell="1" allowOverlap="1" wp14:anchorId="6598F0F5" wp14:editId="0E706572">
                <wp:simplePos x="0" y="0"/>
                <wp:positionH relativeFrom="page">
                  <wp:posOffset>5383530</wp:posOffset>
                </wp:positionH>
                <wp:positionV relativeFrom="page">
                  <wp:posOffset>6273165</wp:posOffset>
                </wp:positionV>
                <wp:extent cx="4309110" cy="347345"/>
                <wp:effectExtent l="0" t="0" r="8890" b="8255"/>
                <wp:wrapNone/>
                <wp:docPr id="113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9110" cy="34734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0AA90C8" w14:textId="5261D68B" w:rsidR="001A7499" w:rsidRPr="00E52046" w:rsidRDefault="001A7499" w:rsidP="006F654B">
                            <w:pPr>
                              <w:pStyle w:val="Heading2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73152" rIns="91440" bIns="7315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30" style="position:absolute;margin-left:423.9pt;margin-top:493.95pt;width:339.3pt;height:27.35pt;z-index:2516582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" fillcolor="#39c [3215]" stroked="f" strokecolor="#4a7ebb" strokeweight="1.5pt">
                <v:shadow opacity="22938f" mv:blur="38100f" offset="0,2pt"/>
                <v:textbox inset=",5.76pt,,5.76pt">
                  <w:txbxContent>
                    <w:p w14:paraId="40AA90C8" w14:textId="5261D68B" w:rsidR="001A7499" w:rsidRPr="00E52046" w:rsidRDefault="001A7499" w:rsidP="006F654B">
                      <w:pPr>
                        <w:pStyle w:val="Heading2"/>
                        <w:jc w:val="left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361F2">
        <w:rPr>
          <w:noProof/>
        </w:rPr>
        <mc:AlternateContent>
          <mc:Choice Requires="wps">
            <w:drawing>
              <wp:anchor distT="0" distB="0" distL="114300" distR="114300" simplePos="0" relativeHeight="251667523" behindDoc="0" locked="0" layoutInCell="1" allowOverlap="1" wp14:anchorId="650AA214" wp14:editId="359B83C8">
                <wp:simplePos x="0" y="0"/>
                <wp:positionH relativeFrom="page">
                  <wp:posOffset>927100</wp:posOffset>
                </wp:positionH>
                <wp:positionV relativeFrom="page">
                  <wp:posOffset>4648200</wp:posOffset>
                </wp:positionV>
                <wp:extent cx="3501390" cy="1542415"/>
                <wp:effectExtent l="0" t="0" r="0" b="6985"/>
                <wp:wrapThrough wrapText="bothSides">
                  <wp:wrapPolygon edited="0">
                    <wp:start x="157" y="0"/>
                    <wp:lineTo x="157" y="21342"/>
                    <wp:lineTo x="21310" y="21342"/>
                    <wp:lineTo x="21310" y="0"/>
                    <wp:lineTo x="157" y="0"/>
                  </wp:wrapPolygon>
                </wp:wrapThrough>
                <wp:docPr id="176" name="Text Box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01390" cy="154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BB27AC" w14:textId="6E2909C3" w:rsidR="001A7499" w:rsidRDefault="001A7499">
                            <w:r>
                              <w:t>Water rises</w:t>
                            </w:r>
                            <w:r w:rsidR="006F654B">
                              <w:t xml:space="preserve"> up from the oceans and rivers </w:t>
                            </w:r>
                            <w:r>
                              <w:t xml:space="preserve">into the air </w:t>
                            </w:r>
                            <w:proofErr w:type="gramStart"/>
                            <w:r>
                              <w:t>and…..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6" o:spid="_x0000_s1031" type="#_x0000_t202" style="position:absolute;margin-left:73pt;margin-top:366pt;width:275.7pt;height:121.45pt;z-index:25166752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" mv:complextextbox="1" filled="f" stroked="f">
                <v:textbox>
                  <w:txbxContent>
                    <w:p w14:paraId="35BB27AC" w14:textId="6E2909C3" w:rsidR="001A7499" w:rsidRDefault="001A7499">
                      <w:r>
                        <w:t>Water rises</w:t>
                      </w:r>
                      <w:r w:rsidR="006F654B">
                        <w:t xml:space="preserve"> up from the oceans and rivers </w:t>
                      </w:r>
                      <w:r>
                        <w:t xml:space="preserve">into the air </w:t>
                      </w:r>
                      <w:proofErr w:type="gramStart"/>
                      <w:r>
                        <w:t>and…..</w:t>
                      </w:r>
                      <w:proofErr w:type="gramEnd"/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8361F2">
        <w:rPr>
          <w:noProof/>
        </w:rPr>
        <mc:AlternateContent>
          <mc:Choice Requires="wps">
            <w:drawing>
              <wp:anchor distT="0" distB="0" distL="114300" distR="114300" simplePos="0" relativeHeight="251666499" behindDoc="0" locked="0" layoutInCell="1" allowOverlap="1" wp14:anchorId="5B3EA548" wp14:editId="67EDD18A">
                <wp:simplePos x="0" y="0"/>
                <wp:positionH relativeFrom="page">
                  <wp:posOffset>1143000</wp:posOffset>
                </wp:positionH>
                <wp:positionV relativeFrom="page">
                  <wp:posOffset>3987800</wp:posOffset>
                </wp:positionV>
                <wp:extent cx="3378200" cy="584200"/>
                <wp:effectExtent l="0" t="0" r="0" b="0"/>
                <wp:wrapThrough wrapText="bothSides">
                  <wp:wrapPolygon edited="0">
                    <wp:start x="162" y="0"/>
                    <wp:lineTo x="162" y="20661"/>
                    <wp:lineTo x="21275" y="20661"/>
                    <wp:lineTo x="21275" y="0"/>
                    <wp:lineTo x="162" y="0"/>
                  </wp:wrapPolygon>
                </wp:wrapThrough>
                <wp:docPr id="170" name="Text Box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820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046BEB" w14:textId="5D0A11FD" w:rsidR="001A7499" w:rsidRPr="008361F2" w:rsidRDefault="001A7499">
                            <w:pPr>
                              <w:rPr>
                                <w:b/>
                              </w:rPr>
                            </w:pPr>
                            <w:r w:rsidRPr="008361F2">
                              <w:rPr>
                                <w:rFonts w:eastAsiaTheme="minorHAnsi"/>
                                <w:b/>
                                <w:caps/>
                                <w:color w:val="3399CC" w:themeColor="text2"/>
                                <w:sz w:val="36"/>
                              </w:rPr>
                              <w:t>How</w:t>
                            </w:r>
                            <w:r w:rsidRPr="008361F2">
                              <w:rPr>
                                <w:b/>
                              </w:rPr>
                              <w:t xml:space="preserve"> </w:t>
                            </w:r>
                            <w:r w:rsidRPr="008361F2">
                              <w:rPr>
                                <w:rFonts w:eastAsiaTheme="minorHAnsi"/>
                                <w:b/>
                                <w:caps/>
                                <w:color w:val="3399CC" w:themeColor="text2"/>
                                <w:sz w:val="36"/>
                              </w:rPr>
                              <w:t>Do Clouds Form?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0" o:spid="_x0000_s1032" type="#_x0000_t202" style="position:absolute;margin-left:90pt;margin-top:314pt;width:266pt;height:46pt;z-index:25166649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" mv:complextextbox="1" filled="f" stroked="f">
                <v:textbox>
                  <w:txbxContent>
                    <w:p w14:paraId="74046BEB" w14:textId="5D0A11FD" w:rsidR="001A7499" w:rsidRPr="008361F2" w:rsidRDefault="001A7499">
                      <w:pPr>
                        <w:rPr>
                          <w:b/>
                        </w:rPr>
                      </w:pPr>
                      <w:r w:rsidRPr="008361F2">
                        <w:rPr>
                          <w:rFonts w:eastAsiaTheme="minorHAnsi"/>
                          <w:b/>
                          <w:caps/>
                          <w:color w:val="3399CC" w:themeColor="text2"/>
                          <w:sz w:val="36"/>
                        </w:rPr>
                        <w:t>How</w:t>
                      </w:r>
                      <w:r w:rsidRPr="008361F2">
                        <w:rPr>
                          <w:b/>
                        </w:rPr>
                        <w:t xml:space="preserve"> </w:t>
                      </w:r>
                      <w:r w:rsidRPr="008361F2">
                        <w:rPr>
                          <w:rFonts w:eastAsiaTheme="minorHAnsi"/>
                          <w:b/>
                          <w:caps/>
                          <w:color w:val="3399CC" w:themeColor="text2"/>
                          <w:sz w:val="36"/>
                        </w:rPr>
                        <w:t>Do Clouds Form?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8361F2"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BB61BDC" wp14:editId="6E3B1AD7">
                <wp:simplePos x="0" y="0"/>
                <wp:positionH relativeFrom="page">
                  <wp:posOffset>600075</wp:posOffset>
                </wp:positionH>
                <wp:positionV relativeFrom="page">
                  <wp:posOffset>2045971</wp:posOffset>
                </wp:positionV>
                <wp:extent cx="3829050" cy="1725930"/>
                <wp:effectExtent l="0" t="0" r="0" b="1270"/>
                <wp:wrapTight wrapText="bothSides">
                  <wp:wrapPolygon edited="0">
                    <wp:start x="143" y="0"/>
                    <wp:lineTo x="143" y="21298"/>
                    <wp:lineTo x="21349" y="21298"/>
                    <wp:lineTo x="21349" y="0"/>
                    <wp:lineTo x="143" y="0"/>
                  </wp:wrapPolygon>
                </wp:wrapTight>
                <wp:docPr id="12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0" cy="1725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6BF9F392" w14:textId="6C81A788" w:rsidR="001A7499" w:rsidRPr="00795921" w:rsidRDefault="006F654B" w:rsidP="006F654B">
                            <w:pPr>
                              <w:pStyle w:val="TOC2"/>
                              <w:jc w:val="left"/>
                            </w:pPr>
                            <w:r>
                              <w:t>Write a very simple explanation for your buddy stating what makes a cloud.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3" type="#_x0000_t202" style="position:absolute;margin-left:47.25pt;margin-top:161.1pt;width:301.5pt;height:135.9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" mv:complextextbox="1" filled="f" stroked="f">
                <v:textbox inset=",0,,0">
                  <w:txbxContent>
                    <w:p w14:paraId="6BF9F392" w14:textId="6C81A788" w:rsidR="001A7499" w:rsidRPr="00795921" w:rsidRDefault="006F654B" w:rsidP="006F654B">
                      <w:pPr>
                        <w:pStyle w:val="TOC2"/>
                        <w:jc w:val="left"/>
                      </w:pPr>
                      <w:r>
                        <w:t>Write a very simple explanation for your buddy stating what makes a cloud.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8361F2">
        <w:rPr>
          <w:noProof/>
        </w:rPr>
        <mc:AlternateContent>
          <mc:Choice Requires="wps">
            <w:drawing>
              <wp:anchor distT="0" distB="0" distL="114300" distR="114300" simplePos="0" relativeHeight="251658227" behindDoc="0" locked="0" layoutInCell="1" allowOverlap="1" wp14:anchorId="6FCC44AA" wp14:editId="5AB69A50">
                <wp:simplePos x="0" y="0"/>
                <wp:positionH relativeFrom="page">
                  <wp:posOffset>1746250</wp:posOffset>
                </wp:positionH>
                <wp:positionV relativeFrom="page">
                  <wp:posOffset>636270</wp:posOffset>
                </wp:positionV>
                <wp:extent cx="1536065" cy="384175"/>
                <wp:effectExtent l="0" t="0" r="0" b="22225"/>
                <wp:wrapNone/>
                <wp:docPr id="12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5" cy="384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B7768B7" w14:textId="7EACC8F2" w:rsidR="001A7499" w:rsidRDefault="001A7499" w:rsidP="00A327B5">
                            <w:pPr>
                              <w:pStyle w:val="Date-Large"/>
                            </w:pPr>
                            <w:r>
                              <w:t>clouds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4" type="#_x0000_t202" style="position:absolute;margin-left:137.5pt;margin-top:50.1pt;width:120.95pt;height:30.25pt;z-index:2516582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" filled="f" stroked="f">
                <v:textbox inset=",0,,0">
                  <w:txbxContent>
                    <w:p w14:paraId="5B7768B7" w14:textId="7EACC8F2" w:rsidR="001A7499" w:rsidRDefault="001A7499" w:rsidP="00A327B5">
                      <w:pPr>
                        <w:pStyle w:val="Date-Large"/>
                      </w:pPr>
                      <w:r>
                        <w:t>clouds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1361E">
        <w:rPr>
          <w:noProof/>
        </w:rPr>
        <mc:AlternateContent>
          <mc:Choice Requires="wps">
            <w:drawing>
              <wp:anchor distT="0" distB="0" distL="114300" distR="114300" simplePos="0" relativeHeight="251658226" behindDoc="0" locked="0" layoutInCell="1" allowOverlap="1" wp14:anchorId="445C70E4" wp14:editId="1528F877">
                <wp:simplePos x="0" y="0"/>
                <wp:positionH relativeFrom="page">
                  <wp:posOffset>1746250</wp:posOffset>
                </wp:positionH>
                <wp:positionV relativeFrom="page">
                  <wp:posOffset>421640</wp:posOffset>
                </wp:positionV>
                <wp:extent cx="1536065" cy="201295"/>
                <wp:effectExtent l="0" t="0" r="0" b="1905"/>
                <wp:wrapNone/>
                <wp:docPr id="12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5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F16064B" w14:textId="79ACD419" w:rsidR="001A7499" w:rsidRDefault="001A7499" w:rsidP="00A327B5">
                            <w:pPr>
                              <w:pStyle w:val="Date"/>
                            </w:pPr>
                            <w:r>
                              <w:t>More on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5" type="#_x0000_t202" style="position:absolute;margin-left:137.5pt;margin-top:33.2pt;width:120.95pt;height:15.85pt;z-index:25165822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" filled="f" stroked="f">
                <v:textbox inset=",0,,0">
                  <w:txbxContent>
                    <w:p w14:paraId="4F16064B" w14:textId="79ACD419" w:rsidR="001A7499" w:rsidRDefault="001A7499" w:rsidP="00A327B5">
                      <w:pPr>
                        <w:pStyle w:val="Date"/>
                      </w:pPr>
                      <w:r>
                        <w:t>More 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1361E">
        <w:rPr>
          <w:noProof/>
        </w:rPr>
        <mc:AlternateContent>
          <mc:Choice Requires="wps">
            <w:drawing>
              <wp:anchor distT="0" distB="0" distL="114300" distR="114300" simplePos="0" relativeHeight="251658231" behindDoc="0" locked="0" layoutInCell="1" allowOverlap="1" wp14:anchorId="7BEE53C5" wp14:editId="57F435D3">
                <wp:simplePos x="0" y="0"/>
                <wp:positionH relativeFrom="page">
                  <wp:posOffset>5863590</wp:posOffset>
                </wp:positionH>
                <wp:positionV relativeFrom="page">
                  <wp:posOffset>1181100</wp:posOffset>
                </wp:positionV>
                <wp:extent cx="3829050" cy="262255"/>
                <wp:effectExtent l="0" t="0" r="0" b="17145"/>
                <wp:wrapNone/>
                <wp:docPr id="12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0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3EC2E5C" w14:textId="4EC1B4EC" w:rsidR="001A7499" w:rsidRPr="006F654B" w:rsidRDefault="001A7499" w:rsidP="00A327B5">
                            <w:pPr>
                              <w:pStyle w:val="Heading3"/>
                              <w:rPr>
                                <w:sz w:val="40"/>
                                <w:szCs w:val="40"/>
                              </w:rPr>
                            </w:pPr>
                            <w:r w:rsidRPr="006F654B">
                              <w:rPr>
                                <w:sz w:val="40"/>
                                <w:szCs w:val="40"/>
                              </w:rPr>
                              <w:t>CUMULONIMBUS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6" type="#_x0000_t202" style="position:absolute;margin-left:461.7pt;margin-top:93pt;width:301.5pt;height:20.65pt;z-index:2516582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" filled="f" stroked="f">
                <v:textbox inset=",0,,0">
                  <w:txbxContent>
                    <w:p w14:paraId="03EC2E5C" w14:textId="4EC1B4EC" w:rsidR="001A7499" w:rsidRPr="006F654B" w:rsidRDefault="001A7499" w:rsidP="00A327B5">
                      <w:pPr>
                        <w:pStyle w:val="Heading3"/>
                        <w:rPr>
                          <w:sz w:val="40"/>
                          <w:szCs w:val="40"/>
                        </w:rPr>
                      </w:pPr>
                      <w:r w:rsidRPr="006F654B">
                        <w:rPr>
                          <w:sz w:val="40"/>
                          <w:szCs w:val="40"/>
                        </w:rPr>
                        <w:t>CUMULONIMBUS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1361E"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F915818" wp14:editId="3B24EC9B">
                <wp:simplePos x="0" y="0"/>
                <wp:positionH relativeFrom="page">
                  <wp:posOffset>600075</wp:posOffset>
                </wp:positionH>
                <wp:positionV relativeFrom="page">
                  <wp:posOffset>6639560</wp:posOffset>
                </wp:positionV>
                <wp:extent cx="3829050" cy="0"/>
                <wp:effectExtent l="15875" t="10160" r="28575" b="27940"/>
                <wp:wrapNone/>
                <wp:docPr id="121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.25pt,522.8pt" to="348.75pt,522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" strokecolor="#39c [3215]" strokeweight="1pt">
                <v:shadow opacity="22938f" mv:blur="38100f" offset="0,2pt"/>
                <w10:wrap anchorx="page" anchory="page"/>
              </v:line>
            </w:pict>
          </mc:Fallback>
        </mc:AlternateContent>
      </w:r>
      <w:r w:rsidR="0021361E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BE7D21F" wp14:editId="7774AD39">
                <wp:simplePos x="0" y="0"/>
                <wp:positionH relativeFrom="page">
                  <wp:posOffset>599440</wp:posOffset>
                </wp:positionH>
                <wp:positionV relativeFrom="page">
                  <wp:posOffset>1849120</wp:posOffset>
                </wp:positionV>
                <wp:extent cx="3829050" cy="0"/>
                <wp:effectExtent l="15240" t="7620" r="29210" b="30480"/>
                <wp:wrapNone/>
                <wp:docPr id="120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.2pt,145.6pt" to="348.7pt,145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" strokecolor="#39c [3215]" strokeweight="1pt">
                <v:shadow opacity="22938f" mv:blur="38100f" offset="0,2pt"/>
                <w10:wrap anchorx="page" anchory="page"/>
              </v:line>
            </w:pict>
          </mc:Fallback>
        </mc:AlternateContent>
      </w:r>
      <w:r w:rsidR="0021361E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2266C3A" wp14:editId="2712C51D">
                <wp:simplePos x="0" y="0"/>
                <wp:positionH relativeFrom="page">
                  <wp:posOffset>599440</wp:posOffset>
                </wp:positionH>
                <wp:positionV relativeFrom="page">
                  <wp:posOffset>1510030</wp:posOffset>
                </wp:positionV>
                <wp:extent cx="3829050" cy="339090"/>
                <wp:effectExtent l="2540" t="0" r="3810" b="5080"/>
                <wp:wrapNone/>
                <wp:docPr id="119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75B3CA" w14:textId="37481584" w:rsidR="001A7499" w:rsidRPr="008361F2" w:rsidRDefault="001A7499" w:rsidP="00A327B5">
                            <w:pPr>
                              <w:pStyle w:val="TOCHeading"/>
                              <w:rPr>
                                <w:b/>
                              </w:rPr>
                            </w:pPr>
                            <w:r w:rsidRPr="008361F2">
                              <w:rPr>
                                <w:b/>
                              </w:rPr>
                              <w:t>what are clouds?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7" type="#_x0000_t202" style="position:absolute;margin-left:47.2pt;margin-top:118.9pt;width:301.5pt;height:26.7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" filled="f" stroked="f">
                <v:textbox inset=",0,,0">
                  <w:txbxContent>
                    <w:p w14:paraId="3F75B3CA" w14:textId="37481584" w:rsidR="001A7499" w:rsidRPr="008361F2" w:rsidRDefault="001A7499" w:rsidP="00A327B5">
                      <w:pPr>
                        <w:pStyle w:val="TOCHeading"/>
                        <w:rPr>
                          <w:b/>
                        </w:rPr>
                      </w:pPr>
                      <w:r w:rsidRPr="008361F2">
                        <w:rPr>
                          <w:b/>
                        </w:rPr>
                        <w:t>what are clouds?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1361E">
        <w:rPr>
          <w:noProof/>
        </w:rPr>
        <mc:AlternateContent>
          <mc:Choice Requires="wps">
            <w:drawing>
              <wp:anchor distT="0" distB="0" distL="114300" distR="114300" simplePos="0" relativeHeight="251658232" behindDoc="0" locked="0" layoutInCell="1" allowOverlap="1" wp14:anchorId="53D4A149" wp14:editId="1AD3AC2F">
                <wp:simplePos x="0" y="0"/>
                <wp:positionH relativeFrom="page">
                  <wp:posOffset>5875020</wp:posOffset>
                </wp:positionH>
                <wp:positionV relativeFrom="page">
                  <wp:posOffset>1431290</wp:posOffset>
                </wp:positionV>
                <wp:extent cx="3829050" cy="1656715"/>
                <wp:effectExtent l="0" t="0" r="0" b="19685"/>
                <wp:wrapTight wrapText="bothSides">
                  <wp:wrapPolygon edited="0">
                    <wp:start x="143" y="0"/>
                    <wp:lineTo x="143" y="21525"/>
                    <wp:lineTo x="21349" y="21525"/>
                    <wp:lineTo x="21349" y="0"/>
                    <wp:lineTo x="143" y="0"/>
                  </wp:wrapPolygon>
                </wp:wrapTight>
                <wp:docPr id="11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0" cy="1656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D9C4106" w14:textId="77777777" w:rsidR="006F654B" w:rsidRDefault="006F654B" w:rsidP="006F654B">
                            <w:pPr>
                              <w:pStyle w:val="BodyTex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Write a description – </w:t>
                            </w:r>
                          </w:p>
                          <w:p w14:paraId="4E776EED" w14:textId="77777777" w:rsidR="006F654B" w:rsidRPr="001D29A9" w:rsidRDefault="006F654B" w:rsidP="006F654B">
                            <w:pPr>
                              <w:pStyle w:val="BodyTex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State the kind of weather that is usually associated with this type of cloud.</w:t>
                            </w:r>
                          </w:p>
                          <w:p w14:paraId="6A0A8933" w14:textId="39A3D7D8" w:rsidR="001A7499" w:rsidRPr="001D29A9" w:rsidRDefault="001A7499" w:rsidP="00A327B5">
                            <w:pPr>
                              <w:pStyle w:val="BodyTex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8" type="#_x0000_t202" style="position:absolute;margin-left:462.6pt;margin-top:112.7pt;width:301.5pt;height:130.45pt;z-index:251658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" mv:complextextbox="1" filled="f" stroked="f">
                <v:textbox inset=",0,,0">
                  <w:txbxContent>
                    <w:p w14:paraId="5D9C4106" w14:textId="77777777" w:rsidR="006F654B" w:rsidRDefault="006F654B" w:rsidP="006F654B">
                      <w:pPr>
                        <w:pStyle w:val="BodyTex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Write a description – </w:t>
                      </w:r>
                    </w:p>
                    <w:p w14:paraId="4E776EED" w14:textId="77777777" w:rsidR="006F654B" w:rsidRPr="001D29A9" w:rsidRDefault="006F654B" w:rsidP="006F654B">
                      <w:pPr>
                        <w:pStyle w:val="BodyTex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State the kind of weather that is usually associated with this type of cloud.</w:t>
                      </w:r>
                    </w:p>
                    <w:p w14:paraId="6A0A8933" w14:textId="39A3D7D8" w:rsidR="001A7499" w:rsidRPr="001D29A9" w:rsidRDefault="001A7499" w:rsidP="00A327B5">
                      <w:pPr>
                        <w:pStyle w:val="BodyText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21361E">
        <w:rPr>
          <w:noProof/>
        </w:rPr>
        <mc:AlternateContent>
          <mc:Choice Requires="wps">
            <w:drawing>
              <wp:anchor distT="0" distB="0" distL="114300" distR="114300" simplePos="0" relativeHeight="251658230" behindDoc="0" locked="0" layoutInCell="1" allowOverlap="1" wp14:anchorId="278BA10A" wp14:editId="164A3FE3">
                <wp:simplePos x="0" y="0"/>
                <wp:positionH relativeFrom="page">
                  <wp:posOffset>365760</wp:posOffset>
                </wp:positionH>
                <wp:positionV relativeFrom="page">
                  <wp:posOffset>347345</wp:posOffset>
                </wp:positionV>
                <wp:extent cx="354330" cy="156845"/>
                <wp:effectExtent l="0" t="4445" r="3810" b="3810"/>
                <wp:wrapNone/>
                <wp:docPr id="11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" cy="15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265CD" w14:textId="77777777" w:rsidR="001A7499" w:rsidRDefault="001A7499" w:rsidP="00A327B5">
                            <w:pPr>
                              <w:pStyle w:val="Page-Left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9" type="#_x0000_t202" style="position:absolute;margin-left:28.8pt;margin-top:27.35pt;width:27.9pt;height:12.35pt;z-index:2516582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" filled="f" stroked="f">
                <v:textbox inset="0,0,0,0">
                  <w:txbxContent>
                    <w:p w14:paraId="039265CD" w14:textId="77777777" w:rsidR="001A7499" w:rsidRDefault="001A7499" w:rsidP="00A327B5">
                      <w:pPr>
                        <w:pStyle w:val="Page-Left"/>
                      </w:pPr>
                      <w: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1361E">
        <w:rPr>
          <w:noProof/>
        </w:rPr>
        <mc:AlternateContent>
          <mc:Choice Requires="wps">
            <w:drawing>
              <wp:anchor distT="0" distB="0" distL="114300" distR="114300" simplePos="0" relativeHeight="251658229" behindDoc="0" locked="0" layoutInCell="1" allowOverlap="1" wp14:anchorId="4CC86E27" wp14:editId="4036B20C">
                <wp:simplePos x="0" y="0"/>
                <wp:positionH relativeFrom="page">
                  <wp:posOffset>9338310</wp:posOffset>
                </wp:positionH>
                <wp:positionV relativeFrom="page">
                  <wp:posOffset>347345</wp:posOffset>
                </wp:positionV>
                <wp:extent cx="354330" cy="156845"/>
                <wp:effectExtent l="3810" t="4445" r="0" b="3810"/>
                <wp:wrapNone/>
                <wp:docPr id="110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" cy="15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27E898A2" w14:textId="77777777" w:rsidR="001A7499" w:rsidRDefault="001A7499" w:rsidP="00A327B5">
                            <w:pPr>
                              <w:pStyle w:val="Page-Right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40" type="#_x0000_t202" style="position:absolute;margin-left:735.3pt;margin-top:27.35pt;width:27.9pt;height:12.35pt;z-index:25165822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" filled="f" stroked="f">
                <v:stroke o:forcedash="t"/>
                <v:textbox inset="0,0,0,0">
                  <w:txbxContent>
                    <w:p w14:paraId="27E898A2" w14:textId="77777777" w:rsidR="001A7499" w:rsidRDefault="001A7499" w:rsidP="00A327B5">
                      <w:pPr>
                        <w:pStyle w:val="Page-Right"/>
                      </w:pPr>
                      <w:r>
                        <w:t>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1361E">
        <w:rPr>
          <w:noProof/>
        </w:rPr>
        <mc:AlternateContent>
          <mc:Choice Requires="wps">
            <w:drawing>
              <wp:anchor distT="0" distB="0" distL="114300" distR="114300" simplePos="0" relativeHeight="251658228" behindDoc="0" locked="0" layoutInCell="1" allowOverlap="1" wp14:anchorId="0D595512" wp14:editId="7E3139DA">
                <wp:simplePos x="0" y="0"/>
                <wp:positionH relativeFrom="page">
                  <wp:posOffset>5394960</wp:posOffset>
                </wp:positionH>
                <wp:positionV relativeFrom="page">
                  <wp:posOffset>548640</wp:posOffset>
                </wp:positionV>
                <wp:extent cx="4309110" cy="347345"/>
                <wp:effectExtent l="0" t="0" r="8890" b="8255"/>
                <wp:wrapNone/>
                <wp:docPr id="109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9110" cy="34734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F583A30" w14:textId="418553F6" w:rsidR="001A7499" w:rsidRPr="001A7499" w:rsidRDefault="001A7499" w:rsidP="001A7499">
                            <w:pPr>
                              <w:pStyle w:val="Heading2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A7499">
                              <w:rPr>
                                <w:sz w:val="28"/>
                                <w:szCs w:val="28"/>
                              </w:rPr>
                              <w:t>THUNDER CLOUDS</w:t>
                            </w:r>
                          </w:p>
                        </w:txbxContent>
                      </wps:txbx>
                      <wps:bodyPr rot="0" vert="horz" wrap="square" lIns="91440" tIns="73152" rIns="91440" bIns="7315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41" style="position:absolute;margin-left:424.8pt;margin-top:43.2pt;width:339.3pt;height:27.35pt;z-index:2516582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" fillcolor="#39c [3215]" stroked="f" strokecolor="#4a7ebb" strokeweight="1.5pt">
                <v:shadow opacity="22938f" mv:blur="38100f" offset="0,2pt"/>
                <v:textbox inset=",5.76pt,,5.76pt">
                  <w:txbxContent>
                    <w:p w14:paraId="6F583A30" w14:textId="418553F6" w:rsidR="001A7499" w:rsidRPr="001A7499" w:rsidRDefault="001A7499" w:rsidP="001A7499">
                      <w:pPr>
                        <w:pStyle w:val="Heading2"/>
                        <w:jc w:val="center"/>
                        <w:rPr>
                          <w:sz w:val="28"/>
                          <w:szCs w:val="28"/>
                        </w:rPr>
                      </w:pPr>
                      <w:r w:rsidRPr="001A7499">
                        <w:rPr>
                          <w:sz w:val="28"/>
                          <w:szCs w:val="28"/>
                        </w:rPr>
                        <w:t>THUNDER CLOUDS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1361E">
        <w:rPr>
          <w:noProof/>
        </w:rPr>
        <mc:AlternateContent>
          <mc:Choice Requires="wps">
            <w:drawing>
              <wp:anchor distT="0" distB="0" distL="114300" distR="114300" simplePos="0" relativeHeight="251658225" behindDoc="0" locked="0" layoutInCell="1" allowOverlap="1" wp14:anchorId="16180ED0" wp14:editId="33FD01C7">
                <wp:simplePos x="0" y="0"/>
                <wp:positionH relativeFrom="page">
                  <wp:posOffset>1746250</wp:posOffset>
                </wp:positionH>
                <wp:positionV relativeFrom="page">
                  <wp:posOffset>369570</wp:posOffset>
                </wp:positionV>
                <wp:extent cx="1536700" cy="612140"/>
                <wp:effectExtent l="6350" t="1270" r="6350" b="0"/>
                <wp:wrapTight wrapText="bothSides">
                  <wp:wrapPolygon edited="0">
                    <wp:start x="-134" y="-336"/>
                    <wp:lineTo x="-134" y="21264"/>
                    <wp:lineTo x="21734" y="21264"/>
                    <wp:lineTo x="21734" y="-336"/>
                    <wp:lineTo x="-134" y="-336"/>
                  </wp:wrapPolygon>
                </wp:wrapTight>
                <wp:docPr id="10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0" cy="6121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137.5pt;margin-top:29.1pt;width:121pt;height:48.2pt;z-index:25165822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" fillcolor="#39c [3215]" stroked="f" strokecolor="#4a7ebb" strokeweight="1.5pt">
                <v:shadow opacity="22938f" mv:blur="38100f" offset="0,2pt"/>
                <v:textbox inset=",7.2pt,,7.2pt"/>
                <w10:wrap type="tight" anchorx="page" anchory="page"/>
              </v:rect>
            </w:pict>
          </mc:Fallback>
        </mc:AlternateContent>
      </w:r>
      <w:r w:rsidR="00DC59B3">
        <w:br w:type="page"/>
      </w:r>
      <w:r w:rsidR="001A7499">
        <w:rPr>
          <w:noProof/>
        </w:rPr>
        <w:lastRenderedPageBreak/>
        <w:drawing>
          <wp:anchor distT="0" distB="0" distL="114300" distR="114300" simplePos="0" relativeHeight="251681859" behindDoc="0" locked="0" layoutInCell="1" allowOverlap="1" wp14:anchorId="5EC4C5AA" wp14:editId="66A6A47E">
            <wp:simplePos x="0" y="0"/>
            <wp:positionH relativeFrom="page">
              <wp:posOffset>546100</wp:posOffset>
            </wp:positionH>
            <wp:positionV relativeFrom="page">
              <wp:posOffset>504190</wp:posOffset>
            </wp:positionV>
            <wp:extent cx="3683000" cy="2762250"/>
            <wp:effectExtent l="0" t="0" r="0" b="6350"/>
            <wp:wrapTight wrapText="bothSides">
              <wp:wrapPolygon edited="0">
                <wp:start x="0" y="0"/>
                <wp:lineTo x="0" y="21451"/>
                <wp:lineTo x="21451" y="21451"/>
                <wp:lineTo x="21451" y="0"/>
                <wp:lineTo x="0" y="0"/>
              </wp:wrapPolygon>
            </wp:wrapTight>
            <wp:docPr id="184" name="Picture 3" descr="stratu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stratus2.jpg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E461F3">
        <w:rPr>
          <w:noProof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2427A024" wp14:editId="0CF10C76">
                <wp:simplePos x="0" y="0"/>
                <wp:positionH relativeFrom="page">
                  <wp:posOffset>546100</wp:posOffset>
                </wp:positionH>
                <wp:positionV relativeFrom="page">
                  <wp:posOffset>3836035</wp:posOffset>
                </wp:positionV>
                <wp:extent cx="3429000" cy="1099185"/>
                <wp:effectExtent l="0" t="0" r="0" b="18415"/>
                <wp:wrapTight wrapText="bothSides">
                  <wp:wrapPolygon edited="0">
                    <wp:start x="160" y="0"/>
                    <wp:lineTo x="160" y="21463"/>
                    <wp:lineTo x="21280" y="21463"/>
                    <wp:lineTo x="21280" y="0"/>
                    <wp:lineTo x="160" y="0"/>
                  </wp:wrapPolygon>
                </wp:wrapTight>
                <wp:docPr id="27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09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31C0013F" w14:textId="020C6E70" w:rsidR="001A7499" w:rsidRDefault="006F654B" w:rsidP="00A327B5">
                            <w:pPr>
                              <w:pStyle w:val="BodyTex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Write a description – </w:t>
                            </w:r>
                          </w:p>
                          <w:p w14:paraId="1677B6A1" w14:textId="31F57589" w:rsidR="006F654B" w:rsidRPr="001D29A9" w:rsidRDefault="006F654B" w:rsidP="00A327B5">
                            <w:pPr>
                              <w:pStyle w:val="BodyTex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State the kind of weather that is usually associated with this type of cloud.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42" type="#_x0000_t202" style="position:absolute;margin-left:43pt;margin-top:302.05pt;width:270pt;height:86.55pt;z-index:251658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" mv:complextextbox="1" filled="f" stroked="f">
                <v:textbox inset=",0,,0">
                  <w:txbxContent>
                    <w:p w14:paraId="31C0013F" w14:textId="020C6E70" w:rsidR="001A7499" w:rsidRDefault="006F654B" w:rsidP="00A327B5">
                      <w:pPr>
                        <w:pStyle w:val="BodyTex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Write a description – </w:t>
                      </w:r>
                    </w:p>
                    <w:p w14:paraId="1677B6A1" w14:textId="31F57589" w:rsidR="006F654B" w:rsidRPr="001D29A9" w:rsidRDefault="006F654B" w:rsidP="00A327B5">
                      <w:pPr>
                        <w:pStyle w:val="BodyTex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State the kind of weather that is usually associated with this type of cloud.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E461F3" w:rsidRPr="00E461F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279ACD91" wp14:editId="4EBA9302">
                <wp:simplePos x="0" y="0"/>
                <wp:positionH relativeFrom="page">
                  <wp:posOffset>915670</wp:posOffset>
                </wp:positionH>
                <wp:positionV relativeFrom="page">
                  <wp:posOffset>3384550</wp:posOffset>
                </wp:positionV>
                <wp:extent cx="2636520" cy="349250"/>
                <wp:effectExtent l="0" t="0" r="0" b="6350"/>
                <wp:wrapNone/>
                <wp:docPr id="25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652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067FFFE" w14:textId="1EAF3666" w:rsidR="001A7499" w:rsidRPr="006F654B" w:rsidRDefault="001A7499" w:rsidP="00A327B5">
                            <w:pPr>
                              <w:pStyle w:val="Heading5"/>
                              <w:rPr>
                                <w:sz w:val="40"/>
                                <w:szCs w:val="40"/>
                              </w:rPr>
                            </w:pPr>
                            <w:r w:rsidRPr="006F654B">
                              <w:rPr>
                                <w:sz w:val="40"/>
                                <w:szCs w:val="40"/>
                              </w:rPr>
                              <w:t>STRATUS CLOUDS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43" type="#_x0000_t202" style="position:absolute;margin-left:72.1pt;margin-top:266.5pt;width:207.6pt;height:27.5pt;z-index:25165828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" filled="f" stroked="f">
                <v:textbox inset=",0,,0">
                  <w:txbxContent>
                    <w:p w14:paraId="5067FFFE" w14:textId="1EAF3666" w:rsidR="001A7499" w:rsidRPr="006F654B" w:rsidRDefault="001A7499" w:rsidP="00A327B5">
                      <w:pPr>
                        <w:pStyle w:val="Heading5"/>
                        <w:rPr>
                          <w:sz w:val="40"/>
                          <w:szCs w:val="40"/>
                        </w:rPr>
                      </w:pPr>
                      <w:r w:rsidRPr="006F654B">
                        <w:rPr>
                          <w:sz w:val="40"/>
                          <w:szCs w:val="40"/>
                        </w:rPr>
                        <w:t>STRATUS CLOUDS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361F2"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69C0BE56" wp14:editId="4D9C526A">
                <wp:simplePos x="0" y="0"/>
                <wp:positionH relativeFrom="page">
                  <wp:posOffset>5406390</wp:posOffset>
                </wp:positionH>
                <wp:positionV relativeFrom="page">
                  <wp:posOffset>4935855</wp:posOffset>
                </wp:positionV>
                <wp:extent cx="4297680" cy="1960880"/>
                <wp:effectExtent l="0" t="0" r="0" b="20320"/>
                <wp:wrapTight wrapText="bothSides">
                  <wp:wrapPolygon edited="0">
                    <wp:start x="128" y="0"/>
                    <wp:lineTo x="128" y="21544"/>
                    <wp:lineTo x="21319" y="21544"/>
                    <wp:lineTo x="21319" y="0"/>
                    <wp:lineTo x="128" y="0"/>
                  </wp:wrapPolygon>
                </wp:wrapTight>
                <wp:docPr id="2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7680" cy="196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71CADD9" w14:textId="593ED247" w:rsidR="001A7499" w:rsidRDefault="001A7499" w:rsidP="00A327B5">
                            <w:pPr>
                              <w:pStyle w:val="Heading4"/>
                            </w:pPr>
                            <w:r>
                              <w:t>We have low clouds – some called STRATUS and some called NIMBUS</w:t>
                            </w:r>
                          </w:p>
                          <w:p w14:paraId="642E2498" w14:textId="345C8567" w:rsidR="001A7499" w:rsidRDefault="001A7499" w:rsidP="00A327B5">
                            <w:pPr>
                              <w:pStyle w:val="Heading4"/>
                            </w:pPr>
                            <w:r>
                              <w:t>We have middle clouds – CUMULUS and some big straight up clouds</w:t>
                            </w:r>
                          </w:p>
                          <w:p w14:paraId="61C742DA" w14:textId="5C76A2F2" w:rsidR="001A7499" w:rsidRPr="00E52046" w:rsidRDefault="001A7499" w:rsidP="00A327B5">
                            <w:pPr>
                              <w:pStyle w:val="Heading4"/>
                            </w:pPr>
                            <w:r>
                              <w:t>We have high clouds - CIRRUS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044" type="#_x0000_t202" style="position:absolute;margin-left:425.7pt;margin-top:388.65pt;width:338.4pt;height:154.4pt;z-index:2516582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" mv:complextextbox="1" filled="f" stroked="f">
                <v:textbox inset=",0,,0">
                  <w:txbxContent>
                    <w:p w14:paraId="571CADD9" w14:textId="593ED247" w:rsidR="001A7499" w:rsidRDefault="001A7499" w:rsidP="00A327B5">
                      <w:pPr>
                        <w:pStyle w:val="Heading4"/>
                      </w:pPr>
                      <w:r>
                        <w:t>We have low clouds – some called STRATUS and some called NIMBUS</w:t>
                      </w:r>
                    </w:p>
                    <w:p w14:paraId="642E2498" w14:textId="345C8567" w:rsidR="001A7499" w:rsidRDefault="001A7499" w:rsidP="00A327B5">
                      <w:pPr>
                        <w:pStyle w:val="Heading4"/>
                      </w:pPr>
                      <w:r>
                        <w:t>We have middle clouds – CUMULUS and some big straight up clouds</w:t>
                      </w:r>
                    </w:p>
                    <w:p w14:paraId="61C742DA" w14:textId="5C76A2F2" w:rsidR="001A7499" w:rsidRPr="00E52046" w:rsidRDefault="001A7499" w:rsidP="00A327B5">
                      <w:pPr>
                        <w:pStyle w:val="Heading4"/>
                      </w:pPr>
                      <w:r>
                        <w:t>We have high clouds - CIRRUS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8361F2"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5DC7BAA4" wp14:editId="74C60EB4">
                <wp:simplePos x="0" y="0"/>
                <wp:positionH relativeFrom="page">
                  <wp:posOffset>5406390</wp:posOffset>
                </wp:positionH>
                <wp:positionV relativeFrom="page">
                  <wp:posOffset>4077335</wp:posOffset>
                </wp:positionV>
                <wp:extent cx="4297680" cy="574675"/>
                <wp:effectExtent l="0" t="0" r="0" b="9525"/>
                <wp:wrapTight wrapText="bothSides">
                  <wp:wrapPolygon edited="0">
                    <wp:start x="128" y="0"/>
                    <wp:lineTo x="128" y="21003"/>
                    <wp:lineTo x="21319" y="21003"/>
                    <wp:lineTo x="21319" y="0"/>
                    <wp:lineTo x="128" y="0"/>
                  </wp:wrapPolygon>
                </wp:wrapTight>
                <wp:docPr id="23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7680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C0EC4EE" w14:textId="49436260" w:rsidR="001A7499" w:rsidRDefault="001A7499" w:rsidP="00A327B5">
                            <w:pPr>
                              <w:pStyle w:val="Heading1"/>
                            </w:pPr>
                            <w:r>
                              <w:t>Types of Clouds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045" type="#_x0000_t202" style="position:absolute;margin-left:425.7pt;margin-top:321.05pt;width:338.4pt;height:45.25pt;z-index:2516582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" filled="f" stroked="f">
                <v:textbox inset=",0,,0">
                  <w:txbxContent>
                    <w:p w14:paraId="5C0EC4EE" w14:textId="49436260" w:rsidR="001A7499" w:rsidRDefault="001A7499" w:rsidP="00A327B5">
                      <w:pPr>
                        <w:pStyle w:val="Heading1"/>
                      </w:pPr>
                      <w:r>
                        <w:t>Types of Clouds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8361F2">
        <w:rPr>
          <w:noProof/>
        </w:rPr>
        <w:drawing>
          <wp:anchor distT="0" distB="0" distL="114300" distR="114300" simplePos="0" relativeHeight="251665475" behindDoc="0" locked="0" layoutInCell="1" allowOverlap="1" wp14:anchorId="6E85041F" wp14:editId="6D2EF9F0">
            <wp:simplePos x="0" y="0"/>
            <wp:positionH relativeFrom="page">
              <wp:posOffset>5696585</wp:posOffset>
            </wp:positionH>
            <wp:positionV relativeFrom="page">
              <wp:posOffset>676275</wp:posOffset>
            </wp:positionV>
            <wp:extent cx="3995420" cy="3209925"/>
            <wp:effectExtent l="0" t="0" r="0" b="0"/>
            <wp:wrapThrough wrapText="bothSides">
              <wp:wrapPolygon edited="0">
                <wp:start x="0" y="0"/>
                <wp:lineTo x="0" y="21365"/>
                <wp:lineTo x="21421" y="21365"/>
                <wp:lineTo x="21421" y="0"/>
                <wp:lineTo x="0" y="0"/>
              </wp:wrapPolygon>
            </wp:wrapThrough>
            <wp:docPr id="169" name="Picture 169" descr="Macintosh HD:Users:dfogel:Downloads:big_clou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dfogel:Downloads:big_cloud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542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61E"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D847631" wp14:editId="446EEB96">
                <wp:simplePos x="0" y="0"/>
                <wp:positionH relativeFrom="page">
                  <wp:posOffset>365760</wp:posOffset>
                </wp:positionH>
                <wp:positionV relativeFrom="page">
                  <wp:posOffset>347345</wp:posOffset>
                </wp:positionV>
                <wp:extent cx="354330" cy="156845"/>
                <wp:effectExtent l="0" t="4445" r="3810" b="3810"/>
                <wp:wrapNone/>
                <wp:docPr id="2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" cy="15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1A993F45" w14:textId="77777777" w:rsidR="001A7499" w:rsidRDefault="001A7499" w:rsidP="00A327B5">
                            <w:pPr>
                              <w:pStyle w:val="Page-Left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46" type="#_x0000_t202" style="position:absolute;margin-left:28.8pt;margin-top:27.35pt;width:27.9pt;height:12.35pt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" filled="f" stroked="f">
                <v:stroke o:forcedash="t"/>
                <v:textbox inset="0,0,0,0">
                  <w:txbxContent>
                    <w:p w14:paraId="1A993F45" w14:textId="77777777" w:rsidR="001A7499" w:rsidRDefault="001A7499" w:rsidP="00A327B5">
                      <w:pPr>
                        <w:pStyle w:val="Page-Left"/>
                      </w:pPr>
                      <w:r>
                        <w:t>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1361E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3E28C9D" wp14:editId="6E50C35D">
                <wp:simplePos x="0" y="0"/>
                <wp:positionH relativeFrom="page">
                  <wp:posOffset>9338310</wp:posOffset>
                </wp:positionH>
                <wp:positionV relativeFrom="page">
                  <wp:posOffset>347345</wp:posOffset>
                </wp:positionV>
                <wp:extent cx="354330" cy="156845"/>
                <wp:effectExtent l="3810" t="4445" r="0" b="3810"/>
                <wp:wrapNone/>
                <wp:docPr id="2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" cy="15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66898B61" w14:textId="77777777" w:rsidR="001A7499" w:rsidRDefault="001A7499" w:rsidP="00A327B5">
                            <w:pPr>
                              <w:pStyle w:val="Page-Right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47" type="#_x0000_t202" style="position:absolute;margin-left:735.3pt;margin-top:27.35pt;width:27.9pt;height:12.35pt;z-index:2516582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" filled="f" stroked="f">
                <v:stroke o:forcedash="t"/>
                <v:textbox inset="0,0,0,0">
                  <w:txbxContent>
                    <w:p w14:paraId="66898B61" w14:textId="77777777" w:rsidR="001A7499" w:rsidRDefault="001A7499" w:rsidP="00A327B5">
                      <w:pPr>
                        <w:pStyle w:val="Page-Right"/>
                      </w:pPr>
                      <w: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C59B3">
        <w:br w:type="page"/>
      </w:r>
      <w:r w:rsidR="001A7499">
        <w:rPr>
          <w:noProof/>
        </w:rPr>
        <w:lastRenderedPageBreak/>
        <w:drawing>
          <wp:anchor distT="0" distB="0" distL="114300" distR="114300" simplePos="0" relativeHeight="251680835" behindDoc="0" locked="0" layoutInCell="1" allowOverlap="1" wp14:anchorId="74E13A4A" wp14:editId="7C22348E">
            <wp:simplePos x="0" y="0"/>
            <wp:positionH relativeFrom="page">
              <wp:posOffset>5943600</wp:posOffset>
            </wp:positionH>
            <wp:positionV relativeFrom="page">
              <wp:posOffset>467360</wp:posOffset>
            </wp:positionV>
            <wp:extent cx="3594100" cy="2298700"/>
            <wp:effectExtent l="0" t="0" r="12700" b="12700"/>
            <wp:wrapTight wrapText="bothSides">
              <wp:wrapPolygon edited="0">
                <wp:start x="0" y="0"/>
                <wp:lineTo x="0" y="21481"/>
                <wp:lineTo x="21524" y="21481"/>
                <wp:lineTo x="21524" y="0"/>
                <wp:lineTo x="0" y="0"/>
              </wp:wrapPolygon>
            </wp:wrapTight>
            <wp:docPr id="182" name="Picture 8" descr="cumul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8" descr="cumulu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0" cy="229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7499">
        <w:rPr>
          <w:noProof/>
        </w:rPr>
        <w:drawing>
          <wp:anchor distT="0" distB="0" distL="114300" distR="114300" simplePos="0" relativeHeight="251679811" behindDoc="0" locked="0" layoutInCell="1" allowOverlap="1" wp14:anchorId="19137E96" wp14:editId="2E13A55A">
            <wp:simplePos x="0" y="0"/>
            <wp:positionH relativeFrom="page">
              <wp:posOffset>519430</wp:posOffset>
            </wp:positionH>
            <wp:positionV relativeFrom="page">
              <wp:posOffset>541020</wp:posOffset>
            </wp:positionV>
            <wp:extent cx="4102735" cy="2225675"/>
            <wp:effectExtent l="0" t="0" r="12065" b="9525"/>
            <wp:wrapTight wrapText="bothSides">
              <wp:wrapPolygon edited="0">
                <wp:start x="0" y="0"/>
                <wp:lineTo x="0" y="21446"/>
                <wp:lineTo x="21530" y="21446"/>
                <wp:lineTo x="21530" y="0"/>
                <wp:lineTo x="0" y="0"/>
              </wp:wrapPolygon>
            </wp:wrapTight>
            <wp:docPr id="179" name="Picture 4" descr="cirru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 descr="cirrus2.jpg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735" cy="2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1CE9"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7C35D249" wp14:editId="2BDEA037">
                <wp:simplePos x="0" y="0"/>
                <wp:positionH relativeFrom="page">
                  <wp:posOffset>6677660</wp:posOffset>
                </wp:positionH>
                <wp:positionV relativeFrom="page">
                  <wp:posOffset>3017520</wp:posOffset>
                </wp:positionV>
                <wp:extent cx="2783840" cy="338455"/>
                <wp:effectExtent l="0" t="0" r="0" b="17145"/>
                <wp:wrapNone/>
                <wp:docPr id="6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84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02D5E3D" w14:textId="4190C3E2" w:rsidR="001A7499" w:rsidRPr="008361F2" w:rsidRDefault="001A7499" w:rsidP="004F2360">
                            <w:pPr>
                              <w:pStyle w:val="Heading5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CUMULUS</w:t>
                            </w:r>
                            <w:r w:rsidRPr="008361F2">
                              <w:rPr>
                                <w:sz w:val="40"/>
                                <w:szCs w:val="40"/>
                              </w:rPr>
                              <w:t xml:space="preserve"> CLOUDS</w:t>
                            </w:r>
                          </w:p>
                          <w:p w14:paraId="2831891C" w14:textId="6F2794B7" w:rsidR="001A7499" w:rsidRPr="00795921" w:rsidRDefault="001A7499" w:rsidP="00A327B5">
                            <w:pPr>
                              <w:pStyle w:val="Heading5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048" type="#_x0000_t202" style="position:absolute;margin-left:525.8pt;margin-top:237.6pt;width:219.2pt;height:26.65pt;z-index:2516582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" filled="f" stroked="f">
                <v:textbox inset=",0,,0">
                  <w:txbxContent>
                    <w:p w14:paraId="602D5E3D" w14:textId="4190C3E2" w:rsidR="001A7499" w:rsidRPr="008361F2" w:rsidRDefault="001A7499" w:rsidP="004F2360">
                      <w:pPr>
                        <w:pStyle w:val="Heading5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CUMULUS</w:t>
                      </w:r>
                      <w:r w:rsidRPr="008361F2">
                        <w:rPr>
                          <w:sz w:val="40"/>
                          <w:szCs w:val="40"/>
                        </w:rPr>
                        <w:t xml:space="preserve"> CLOUDS</w:t>
                      </w:r>
                    </w:p>
                    <w:p w14:paraId="2831891C" w14:textId="6F2794B7" w:rsidR="001A7499" w:rsidRPr="00795921" w:rsidRDefault="001A7499" w:rsidP="00A327B5">
                      <w:pPr>
                        <w:pStyle w:val="Heading5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F2360">
        <w:rPr>
          <w:noProof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17AD7379" wp14:editId="16B52FA8">
                <wp:simplePos x="0" y="0"/>
                <wp:positionH relativeFrom="page">
                  <wp:posOffset>6343650</wp:posOffset>
                </wp:positionH>
                <wp:positionV relativeFrom="page">
                  <wp:posOffset>3663950</wp:posOffset>
                </wp:positionV>
                <wp:extent cx="3117850" cy="1456690"/>
                <wp:effectExtent l="0" t="0" r="0" b="16510"/>
                <wp:wrapTight wrapText="bothSides">
                  <wp:wrapPolygon edited="0">
                    <wp:start x="176" y="0"/>
                    <wp:lineTo x="176" y="21468"/>
                    <wp:lineTo x="21292" y="21468"/>
                    <wp:lineTo x="21292" y="0"/>
                    <wp:lineTo x="176" y="0"/>
                  </wp:wrapPolygon>
                </wp:wrapTight>
                <wp:docPr id="7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145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04B122AC" w14:textId="77777777" w:rsidR="006F654B" w:rsidRDefault="006F654B" w:rsidP="006F654B">
                            <w:pPr>
                              <w:pStyle w:val="BodyTex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Write a description – </w:t>
                            </w:r>
                          </w:p>
                          <w:p w14:paraId="1A8BD529" w14:textId="77777777" w:rsidR="006F654B" w:rsidRPr="001D29A9" w:rsidRDefault="006F654B" w:rsidP="006F654B">
                            <w:pPr>
                              <w:pStyle w:val="BodyTex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State the kind of weather that is usually associated with this type of cloud.</w:t>
                            </w:r>
                          </w:p>
                          <w:p w14:paraId="62591235" w14:textId="56E75B94" w:rsidR="001A7499" w:rsidRPr="004F2360" w:rsidRDefault="001A7499" w:rsidP="00A327B5">
                            <w:pPr>
                              <w:pStyle w:val="BodyTex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49" type="#_x0000_t202" style="position:absolute;margin-left:499.5pt;margin-top:288.5pt;width:245.5pt;height:114.7pt;z-index:25165828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" mv:complextextbox="1" filled="f" stroked="f">
                <v:textbox inset=",0,,0">
                  <w:txbxContent>
                    <w:p w14:paraId="04B122AC" w14:textId="77777777" w:rsidR="006F654B" w:rsidRDefault="006F654B" w:rsidP="006F654B">
                      <w:pPr>
                        <w:pStyle w:val="BodyTex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Write a description – </w:t>
                      </w:r>
                    </w:p>
                    <w:p w14:paraId="1A8BD529" w14:textId="77777777" w:rsidR="006F654B" w:rsidRPr="001D29A9" w:rsidRDefault="006F654B" w:rsidP="006F654B">
                      <w:pPr>
                        <w:pStyle w:val="BodyTex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State the kind of weather that is usually associated with this type of cloud.</w:t>
                      </w:r>
                    </w:p>
                    <w:p w14:paraId="62591235" w14:textId="56E75B94" w:rsidR="001A7499" w:rsidRPr="004F2360" w:rsidRDefault="001A7499" w:rsidP="00A327B5">
                      <w:pPr>
                        <w:pStyle w:val="BodyText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8361F2">
        <w:rPr>
          <w:noProof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10390D20" wp14:editId="3FF1F30F">
                <wp:simplePos x="0" y="0"/>
                <wp:positionH relativeFrom="page">
                  <wp:posOffset>609600</wp:posOffset>
                </wp:positionH>
                <wp:positionV relativeFrom="page">
                  <wp:posOffset>3368675</wp:posOffset>
                </wp:positionV>
                <wp:extent cx="3733800" cy="2079625"/>
                <wp:effectExtent l="0" t="0" r="0" b="3175"/>
                <wp:wrapTight wrapText="bothSides">
                  <wp:wrapPolygon edited="0">
                    <wp:start x="0" y="0"/>
                    <wp:lineTo x="0" y="21369"/>
                    <wp:lineTo x="21453" y="21369"/>
                    <wp:lineTo x="21453" y="0"/>
                    <wp:lineTo x="0" y="0"/>
                  </wp:wrapPolygon>
                </wp:wrapTight>
                <wp:docPr id="10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0" cy="207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400B3546" w14:textId="1FE1E704" w:rsidR="006F654B" w:rsidRDefault="006F654B" w:rsidP="006F654B">
                            <w:pPr>
                              <w:pStyle w:val="BodyTex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Write a description – </w:t>
                            </w:r>
                          </w:p>
                          <w:p w14:paraId="090792A7" w14:textId="77777777" w:rsidR="006F654B" w:rsidRPr="001D29A9" w:rsidRDefault="006F654B" w:rsidP="006F654B">
                            <w:pPr>
                              <w:pStyle w:val="BodyTex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State the kind of weather that is usually associated with this type of cloud.</w:t>
                            </w:r>
                          </w:p>
                          <w:p w14:paraId="04ECFDB1" w14:textId="017D53F9" w:rsidR="001A7499" w:rsidRPr="008361F2" w:rsidRDefault="001A7499" w:rsidP="006F654B">
                            <w:pPr>
                              <w:pStyle w:val="BodyTex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8" o:spid="_x0000_s1050" type="#_x0000_t202" style="position:absolute;margin-left:48pt;margin-top:265.25pt;width:294pt;height:163.75pt;z-index:251658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" mv:complextextbox="1" filled="f" stroked="f">
                <v:textbox inset="0,0,0,0">
                  <w:txbxContent>
                    <w:p w14:paraId="400B3546" w14:textId="1FE1E704" w:rsidR="006F654B" w:rsidRDefault="006F654B" w:rsidP="006F654B">
                      <w:pPr>
                        <w:pStyle w:val="BodyTex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Write a description – </w:t>
                      </w:r>
                    </w:p>
                    <w:p w14:paraId="090792A7" w14:textId="77777777" w:rsidR="006F654B" w:rsidRPr="001D29A9" w:rsidRDefault="006F654B" w:rsidP="006F654B">
                      <w:pPr>
                        <w:pStyle w:val="BodyTex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State the kind of weather that is usually associated with this type of cloud.</w:t>
                      </w:r>
                    </w:p>
                    <w:p w14:paraId="04ECFDB1" w14:textId="017D53F9" w:rsidR="001A7499" w:rsidRPr="008361F2" w:rsidRDefault="001A7499" w:rsidP="006F654B">
                      <w:pPr>
                        <w:pStyle w:val="BodyText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8361F2">
        <w:rPr>
          <w:noProof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0112E295" wp14:editId="1FCC6231">
                <wp:simplePos x="0" y="0"/>
                <wp:positionH relativeFrom="page">
                  <wp:posOffset>519430</wp:posOffset>
                </wp:positionH>
                <wp:positionV relativeFrom="page">
                  <wp:posOffset>2838132</wp:posOffset>
                </wp:positionV>
                <wp:extent cx="3657600" cy="338455"/>
                <wp:effectExtent l="0" t="0" r="0" b="17145"/>
                <wp:wrapNone/>
                <wp:docPr id="11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38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0C19292" w14:textId="40BCF86A" w:rsidR="001A7499" w:rsidRPr="008361F2" w:rsidRDefault="001A7499" w:rsidP="008361F2">
                            <w:pPr>
                              <w:pStyle w:val="Heading5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361F2">
                              <w:rPr>
                                <w:sz w:val="40"/>
                                <w:szCs w:val="40"/>
                              </w:rPr>
                              <w:t>CIRRUS CLOUDS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7" o:spid="_x0000_s1051" type="#_x0000_t202" style="position:absolute;margin-left:40.9pt;margin-top:223.45pt;width:4in;height:26.65pt;z-index:25165825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" filled="f" stroked="f">
                <v:textbox inset="0,0,0,0">
                  <w:txbxContent>
                    <w:p w14:paraId="00C19292" w14:textId="40BCF86A" w:rsidR="001A7499" w:rsidRPr="008361F2" w:rsidRDefault="001A7499" w:rsidP="008361F2">
                      <w:pPr>
                        <w:pStyle w:val="Heading5"/>
                        <w:jc w:val="center"/>
                        <w:rPr>
                          <w:sz w:val="40"/>
                          <w:szCs w:val="40"/>
                        </w:rPr>
                      </w:pPr>
                      <w:r w:rsidRPr="008361F2">
                        <w:rPr>
                          <w:sz w:val="40"/>
                          <w:szCs w:val="40"/>
                        </w:rPr>
                        <w:t>CIRRUS CLOUDS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361F2" w:rsidRPr="008361F2">
        <w:rPr>
          <w:rFonts w:ascii="Times New Roman" w:hAnsi="Times New Roman" w:cs="Times New Roman"/>
          <w:noProof/>
        </w:rPr>
        <w:t xml:space="preserve"> </w:t>
      </w:r>
      <w:r w:rsidR="0021361E"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3491B829" wp14:editId="5480ABEC">
                <wp:simplePos x="0" y="0"/>
                <wp:positionH relativeFrom="page">
                  <wp:posOffset>365760</wp:posOffset>
                </wp:positionH>
                <wp:positionV relativeFrom="page">
                  <wp:posOffset>347345</wp:posOffset>
                </wp:positionV>
                <wp:extent cx="354330" cy="156845"/>
                <wp:effectExtent l="0" t="4445" r="3810" b="3810"/>
                <wp:wrapNone/>
                <wp:docPr id="4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" cy="15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35F2EBD0" w14:textId="77777777" w:rsidR="001A7499" w:rsidRDefault="001A7499" w:rsidP="00A327B5">
                            <w:pPr>
                              <w:pStyle w:val="Page-Left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52" type="#_x0000_t202" style="position:absolute;margin-left:28.8pt;margin-top:27.35pt;width:27.9pt;height:12.35pt;z-index:2516582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" filled="f" stroked="f">
                <v:stroke o:forcedash="t"/>
                <v:textbox inset="0,0,0,0">
                  <w:txbxContent>
                    <w:p w14:paraId="35F2EBD0" w14:textId="77777777" w:rsidR="001A7499" w:rsidRDefault="001A7499" w:rsidP="00A327B5">
                      <w:pPr>
                        <w:pStyle w:val="Page-Left"/>
                      </w:pPr>
                      <w: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1361E"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67384E21" wp14:editId="67505D9D">
                <wp:simplePos x="0" y="0"/>
                <wp:positionH relativeFrom="page">
                  <wp:posOffset>9338310</wp:posOffset>
                </wp:positionH>
                <wp:positionV relativeFrom="page">
                  <wp:posOffset>347345</wp:posOffset>
                </wp:positionV>
                <wp:extent cx="354330" cy="156845"/>
                <wp:effectExtent l="3810" t="4445" r="0" b="3810"/>
                <wp:wrapNone/>
                <wp:docPr id="3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" cy="15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07C19B3F" w14:textId="77777777" w:rsidR="001A7499" w:rsidRDefault="001A7499" w:rsidP="00A327B5">
                            <w:pPr>
                              <w:pStyle w:val="Page-Right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053" type="#_x0000_t202" style="position:absolute;margin-left:735.3pt;margin-top:27.35pt;width:27.9pt;height:12.35pt;z-index:25165825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" filled="f" stroked="f">
                <v:stroke o:forcedash="t"/>
                <v:textbox inset="0,0,0,0">
                  <w:txbxContent>
                    <w:p w14:paraId="07C19B3F" w14:textId="77777777" w:rsidR="001A7499" w:rsidRDefault="001A7499" w:rsidP="00A327B5">
                      <w:pPr>
                        <w:pStyle w:val="Page-Right"/>
                      </w:pPr>
                      <w: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A327B5" w:rsidSect="00A327B5">
      <w:pgSz w:w="15840" w:h="12240" w:orient="landscape"/>
      <w:pgMar w:top="576" w:right="576" w:bottom="576" w:left="576" w:header="576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C855BB" w14:textId="77777777" w:rsidR="004752EE" w:rsidRDefault="004752EE">
      <w:r>
        <w:separator/>
      </w:r>
    </w:p>
  </w:endnote>
  <w:endnote w:type="continuationSeparator" w:id="0">
    <w:p w14:paraId="140A218F" w14:textId="77777777" w:rsidR="004752EE" w:rsidRDefault="0047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メイリオ">
    <w:charset w:val="4E"/>
    <w:family w:val="auto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D7C649" w14:textId="77777777" w:rsidR="004752EE" w:rsidRDefault="004752EE">
      <w:r>
        <w:separator/>
      </w:r>
    </w:p>
  </w:footnote>
  <w:footnote w:type="continuationSeparator" w:id="0">
    <w:p w14:paraId="33CCDBB4" w14:textId="77777777" w:rsidR="004752EE" w:rsidRDefault="00475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E5C1B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CBD7C91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PublishingViewTables" w:val="0"/>
    <w:docVar w:name="ShowStaticGuides" w:val="1"/>
  </w:docVars>
  <w:rsids>
    <w:rsidRoot w:val="00A327B5"/>
    <w:rsid w:val="001A7499"/>
    <w:rsid w:val="001D29A9"/>
    <w:rsid w:val="001E52C8"/>
    <w:rsid w:val="00204112"/>
    <w:rsid w:val="0021361E"/>
    <w:rsid w:val="003C20A3"/>
    <w:rsid w:val="004752EE"/>
    <w:rsid w:val="004F2360"/>
    <w:rsid w:val="004F584B"/>
    <w:rsid w:val="005115B6"/>
    <w:rsid w:val="005B341E"/>
    <w:rsid w:val="006F654B"/>
    <w:rsid w:val="007709E4"/>
    <w:rsid w:val="00772925"/>
    <w:rsid w:val="007A3994"/>
    <w:rsid w:val="007F1CE9"/>
    <w:rsid w:val="008361F2"/>
    <w:rsid w:val="00866226"/>
    <w:rsid w:val="00872F58"/>
    <w:rsid w:val="00A17481"/>
    <w:rsid w:val="00A21431"/>
    <w:rsid w:val="00A327B5"/>
    <w:rsid w:val="00A44505"/>
    <w:rsid w:val="00A51EFA"/>
    <w:rsid w:val="00B16C22"/>
    <w:rsid w:val="00B800EF"/>
    <w:rsid w:val="00C80489"/>
    <w:rsid w:val="00D23EDE"/>
    <w:rsid w:val="00D97CCF"/>
    <w:rsid w:val="00DC59B3"/>
    <w:rsid w:val="00E43DBA"/>
    <w:rsid w:val="00E461F3"/>
    <w:rsid w:val="00EA3684"/>
    <w:rsid w:val="00EB520A"/>
    <w:rsid w:val="00F14E9D"/>
    <w:rsid w:val="00F96E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9E94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 w:qFormat="1"/>
    <w:lsdException w:name="heading 5" w:uiPriority="9" w:qFormat="1"/>
    <w:lsdException w:name="Title" w:uiPriority="10" w:qFormat="1"/>
    <w:lsdException w:name="Body Text" w:uiPriority="99"/>
    <w:lsdException w:name="Subtitle" w:uiPriority="11" w:qFormat="1"/>
    <w:lsdException w:name="Body Text 2" w:uiPriority="99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52046"/>
    <w:pPr>
      <w:jc w:val="center"/>
      <w:outlineLvl w:val="0"/>
    </w:pPr>
    <w:rPr>
      <w:rFonts w:asciiTheme="majorHAnsi" w:eastAsiaTheme="majorEastAsia" w:hAnsiTheme="majorHAnsi" w:cstheme="majorBidi"/>
      <w:bCs/>
      <w:color w:val="3399CC" w:themeColor="text2"/>
      <w:sz w:val="60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E52046"/>
    <w:pPr>
      <w:jc w:val="right"/>
      <w:outlineLvl w:val="1"/>
    </w:pPr>
    <w:rPr>
      <w:rFonts w:asciiTheme="majorHAnsi" w:eastAsiaTheme="majorEastAsia" w:hAnsiTheme="majorHAnsi" w:cstheme="majorBidi"/>
      <w:b/>
      <w:bCs/>
      <w:caps/>
      <w:color w:val="FFFFFF" w:themeColor="background1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E52046"/>
    <w:pPr>
      <w:spacing w:after="120"/>
      <w:outlineLvl w:val="2"/>
    </w:pPr>
    <w:rPr>
      <w:rFonts w:asciiTheme="majorHAnsi" w:eastAsiaTheme="majorEastAsia" w:hAnsiTheme="majorHAnsi" w:cstheme="majorBidi"/>
      <w:b/>
      <w:bCs/>
      <w:caps/>
      <w:color w:val="3399CC" w:themeColor="text2"/>
      <w:sz w:val="22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E52046"/>
    <w:pPr>
      <w:spacing w:before="120"/>
      <w:jc w:val="center"/>
      <w:outlineLvl w:val="3"/>
    </w:pPr>
    <w:rPr>
      <w:rFonts w:asciiTheme="majorHAnsi" w:eastAsiaTheme="majorEastAsia" w:hAnsiTheme="majorHAnsi" w:cstheme="majorBidi"/>
      <w:b/>
      <w:bCs/>
      <w:iCs/>
      <w:color w:val="3399CC" w:themeColor="text2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E52046"/>
    <w:pPr>
      <w:outlineLvl w:val="4"/>
    </w:pPr>
    <w:rPr>
      <w:rFonts w:asciiTheme="majorHAnsi" w:eastAsiaTheme="majorEastAsia" w:hAnsiTheme="majorHAnsi" w:cstheme="majorBidi"/>
      <w:b/>
      <w:color w:val="3399CC" w:themeColor="text2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E5204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D575E" w:themeColor="accent1" w:themeShade="80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E52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E5204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E5204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ler">
    <w:name w:val="Mailer"/>
    <w:basedOn w:val="Normal"/>
    <w:link w:val="MailerChar"/>
    <w:qFormat/>
    <w:rsid w:val="00E52046"/>
    <w:rPr>
      <w:rFonts w:asciiTheme="majorHAnsi" w:eastAsiaTheme="majorEastAsia" w:hAnsiTheme="majorHAnsi" w:cstheme="majorBidi"/>
      <w:color w:val="000000" w:themeColor="text1"/>
      <w:sz w:val="28"/>
    </w:rPr>
  </w:style>
  <w:style w:type="paragraph" w:styleId="Title">
    <w:name w:val="Title"/>
    <w:basedOn w:val="Normal"/>
    <w:link w:val="TitleChar"/>
    <w:uiPriority w:val="10"/>
    <w:qFormat/>
    <w:rsid w:val="00E52046"/>
    <w:pPr>
      <w:contextualSpacing/>
      <w:jc w:val="center"/>
    </w:pPr>
    <w:rPr>
      <w:rFonts w:asciiTheme="majorHAnsi" w:eastAsiaTheme="majorEastAsia" w:hAnsiTheme="majorHAnsi" w:cstheme="majorBidi"/>
      <w:color w:val="3399CC" w:themeColor="text2"/>
      <w:spacing w:val="20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52046"/>
    <w:rPr>
      <w:rFonts w:asciiTheme="majorHAnsi" w:eastAsiaTheme="majorEastAsia" w:hAnsiTheme="majorHAnsi" w:cstheme="majorBidi"/>
      <w:color w:val="3399CC" w:themeColor="text2"/>
      <w:spacing w:val="20"/>
      <w:sz w:val="72"/>
      <w:szCs w:val="52"/>
    </w:rPr>
  </w:style>
  <w:style w:type="paragraph" w:styleId="Subtitle">
    <w:name w:val="Subtitle"/>
    <w:basedOn w:val="Normal"/>
    <w:link w:val="SubtitleChar"/>
    <w:uiPriority w:val="11"/>
    <w:qFormat/>
    <w:rsid w:val="00E52046"/>
    <w:pPr>
      <w:numPr>
        <w:ilvl w:val="1"/>
      </w:numPr>
      <w:jc w:val="center"/>
    </w:pPr>
    <w:rPr>
      <w:rFonts w:asciiTheme="majorHAnsi" w:eastAsiaTheme="majorEastAsia" w:hAnsiTheme="majorHAnsi" w:cstheme="majorBidi"/>
      <w:b/>
      <w:iCs/>
      <w:color w:val="3399CC" w:themeColor="text2"/>
      <w:spacing w:val="60"/>
      <w:sz w:val="20"/>
    </w:rPr>
  </w:style>
  <w:style w:type="character" w:customStyle="1" w:styleId="SubtitleChar">
    <w:name w:val="Subtitle Char"/>
    <w:basedOn w:val="DefaultParagraphFont"/>
    <w:link w:val="Subtitle"/>
    <w:uiPriority w:val="11"/>
    <w:rsid w:val="00E52046"/>
    <w:rPr>
      <w:rFonts w:asciiTheme="majorHAnsi" w:eastAsiaTheme="majorEastAsia" w:hAnsiTheme="majorHAnsi" w:cstheme="majorBidi"/>
      <w:b/>
      <w:iCs/>
      <w:color w:val="3399CC" w:themeColor="text2"/>
      <w:spacing w:val="60"/>
      <w:sz w:val="20"/>
    </w:rPr>
  </w:style>
  <w:style w:type="paragraph" w:styleId="Date">
    <w:name w:val="Date"/>
    <w:basedOn w:val="Normal"/>
    <w:link w:val="DateChar"/>
    <w:uiPriority w:val="99"/>
    <w:unhideWhenUsed/>
    <w:rsid w:val="00E52046"/>
    <w:pPr>
      <w:jc w:val="center"/>
    </w:pPr>
    <w:rPr>
      <w:b/>
      <w:caps/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99"/>
    <w:rsid w:val="00E52046"/>
    <w:rPr>
      <w:b/>
      <w:caps/>
      <w:color w:val="FFFFFF" w:themeColor="background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2046"/>
    <w:rPr>
      <w:rFonts w:asciiTheme="majorHAnsi" w:eastAsiaTheme="majorEastAsia" w:hAnsiTheme="majorHAnsi" w:cstheme="majorBidi"/>
      <w:b/>
      <w:bCs/>
      <w:caps/>
      <w:color w:val="FFFFFF" w:themeColor="background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2046"/>
    <w:rPr>
      <w:rFonts w:asciiTheme="majorHAnsi" w:eastAsiaTheme="majorEastAsia" w:hAnsiTheme="majorHAnsi" w:cstheme="majorBidi"/>
      <w:b/>
      <w:bCs/>
      <w:caps/>
      <w:color w:val="3399CC" w:themeColor="text2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2046"/>
    <w:rPr>
      <w:rFonts w:asciiTheme="majorHAnsi" w:eastAsiaTheme="majorEastAsia" w:hAnsiTheme="majorHAnsi" w:cstheme="majorBidi"/>
      <w:b/>
      <w:bCs/>
      <w:iCs/>
      <w:color w:val="3399CC" w:themeColor="text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2046"/>
    <w:pPr>
      <w:spacing w:after="60"/>
      <w:jc w:val="center"/>
    </w:pPr>
    <w:rPr>
      <w:color w:val="3399CC" w:themeColor="text2"/>
      <w:sz w:val="18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52046"/>
    <w:rPr>
      <w:color w:val="3399CC" w:themeColor="text2"/>
      <w:sz w:val="18"/>
      <w:szCs w:val="16"/>
    </w:rPr>
  </w:style>
  <w:style w:type="paragraph" w:customStyle="1" w:styleId="ContactDetails">
    <w:name w:val="Contact Details"/>
    <w:basedOn w:val="Normal"/>
    <w:qFormat/>
    <w:rsid w:val="00E52046"/>
    <w:pPr>
      <w:jc w:val="center"/>
    </w:pPr>
    <w:rPr>
      <w:b/>
      <w:color w:val="FFFFFF" w:themeColor="background1"/>
      <w:spacing w:val="20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2046"/>
    <w:rPr>
      <w:rFonts w:asciiTheme="majorHAnsi" w:eastAsiaTheme="majorEastAsia" w:hAnsiTheme="majorHAnsi" w:cstheme="majorBidi"/>
      <w:b/>
      <w:color w:val="3399CC" w:themeColor="text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2046"/>
    <w:rPr>
      <w:rFonts w:asciiTheme="majorHAnsi" w:eastAsiaTheme="majorEastAsia" w:hAnsiTheme="majorHAnsi" w:cstheme="majorBidi"/>
      <w:i/>
      <w:iCs/>
      <w:color w:val="0D575E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20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2046"/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2046"/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numbering" w:styleId="ArticleSection">
    <w:name w:val="Outline List 3"/>
    <w:basedOn w:val="NoList"/>
    <w:uiPriority w:val="99"/>
    <w:semiHidden/>
    <w:unhideWhenUsed/>
    <w:rsid w:val="00E52046"/>
    <w:pPr>
      <w:numPr>
        <w:numId w:val="1"/>
      </w:numPr>
    </w:pPr>
  </w:style>
  <w:style w:type="paragraph" w:customStyle="1" w:styleId="Company">
    <w:name w:val="Company"/>
    <w:basedOn w:val="Normal"/>
    <w:qFormat/>
    <w:rsid w:val="00E52046"/>
    <w:pPr>
      <w:jc w:val="center"/>
    </w:pPr>
    <w:rPr>
      <w:color w:val="FFFFFF" w:themeColor="background1"/>
      <w:sz w:val="40"/>
    </w:rPr>
  </w:style>
  <w:style w:type="paragraph" w:customStyle="1" w:styleId="Recipient">
    <w:name w:val="Recipient"/>
    <w:basedOn w:val="Normal"/>
    <w:qFormat/>
    <w:rsid w:val="00E52046"/>
    <w:rPr>
      <w:b/>
      <w:color w:val="000000" w:themeColor="text1"/>
      <w:sz w:val="28"/>
    </w:rPr>
  </w:style>
  <w:style w:type="paragraph" w:styleId="Header">
    <w:name w:val="header"/>
    <w:basedOn w:val="Normal"/>
    <w:link w:val="HeaderChar"/>
    <w:rsid w:val="00E5204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uiPriority w:val="99"/>
    <w:unhideWhenUsed/>
    <w:rsid w:val="00E52046"/>
    <w:pPr>
      <w:spacing w:after="120" w:line="264" w:lineRule="auto"/>
    </w:pPr>
    <w:rPr>
      <w:b/>
      <w:color w:val="7F7F7F" w:themeColor="text1" w:themeTint="80"/>
      <w:spacing w:val="5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52046"/>
    <w:rPr>
      <w:b/>
      <w:color w:val="7F7F7F" w:themeColor="text1" w:themeTint="80"/>
      <w:spacing w:val="5"/>
      <w:sz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52046"/>
    <w:pPr>
      <w:jc w:val="right"/>
    </w:pPr>
    <w:rPr>
      <w:color w:val="595959" w:themeColor="text1" w:themeTint="A6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52046"/>
    <w:rPr>
      <w:color w:val="595959" w:themeColor="text1" w:themeTint="A6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52046"/>
    <w:rPr>
      <w:rFonts w:asciiTheme="majorHAnsi" w:eastAsiaTheme="majorEastAsia" w:hAnsiTheme="majorHAnsi" w:cstheme="majorBidi"/>
      <w:bCs/>
      <w:color w:val="3399CC" w:themeColor="text2"/>
      <w:sz w:val="60"/>
      <w:szCs w:val="32"/>
    </w:rPr>
  </w:style>
  <w:style w:type="paragraph" w:styleId="Footer">
    <w:name w:val="footer"/>
    <w:basedOn w:val="Normal"/>
    <w:link w:val="FooterChar"/>
    <w:uiPriority w:val="99"/>
    <w:unhideWhenUsed/>
    <w:rsid w:val="00E52046"/>
    <w:rPr>
      <w:color w:val="3399CC" w:themeColor="text2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E52046"/>
    <w:rPr>
      <w:color w:val="3399CC" w:themeColor="text2"/>
      <w:sz w:val="16"/>
    </w:rPr>
  </w:style>
  <w:style w:type="paragraph" w:customStyle="1" w:styleId="Footer-Right">
    <w:name w:val="Footer - Right"/>
    <w:basedOn w:val="Footer"/>
    <w:link w:val="Footer-RightChar"/>
    <w:qFormat/>
    <w:rsid w:val="00E52046"/>
    <w:pPr>
      <w:jc w:val="right"/>
    </w:pPr>
  </w:style>
  <w:style w:type="character" w:customStyle="1" w:styleId="Footer-RightChar">
    <w:name w:val="Footer - Right Char"/>
    <w:basedOn w:val="FooterChar"/>
    <w:link w:val="Footer-Right"/>
    <w:rsid w:val="00E52046"/>
    <w:rPr>
      <w:color w:val="3399CC" w:themeColor="text2"/>
      <w:sz w:val="16"/>
    </w:rPr>
  </w:style>
  <w:style w:type="paragraph" w:customStyle="1" w:styleId="Date-Large">
    <w:name w:val="Date - Large"/>
    <w:basedOn w:val="Date"/>
    <w:link w:val="Date-LargeChar"/>
    <w:qFormat/>
    <w:rsid w:val="00A20257"/>
    <w:rPr>
      <w:sz w:val="40"/>
    </w:rPr>
  </w:style>
  <w:style w:type="character" w:customStyle="1" w:styleId="Date-LargeChar">
    <w:name w:val="Date - Large Char"/>
    <w:basedOn w:val="DefaultParagraphFont"/>
    <w:link w:val="Date-Large"/>
    <w:rsid w:val="00A20257"/>
    <w:rPr>
      <w:b/>
      <w:caps/>
      <w:color w:val="FFFFFF" w:themeColor="background1"/>
      <w:sz w:val="40"/>
    </w:rPr>
  </w:style>
  <w:style w:type="character" w:customStyle="1" w:styleId="MailerChar">
    <w:name w:val="Mailer Char"/>
    <w:basedOn w:val="DefaultParagraphFont"/>
    <w:link w:val="Mailer"/>
    <w:rsid w:val="00E52046"/>
    <w:rPr>
      <w:rFonts w:asciiTheme="majorHAnsi" w:eastAsiaTheme="majorEastAsia" w:hAnsiTheme="majorHAnsi" w:cstheme="majorBidi"/>
      <w:color w:val="000000" w:themeColor="text1"/>
      <w:sz w:val="28"/>
    </w:rPr>
  </w:style>
  <w:style w:type="character" w:customStyle="1" w:styleId="HeaderChar">
    <w:name w:val="Header Char"/>
    <w:basedOn w:val="DefaultParagraphFont"/>
    <w:link w:val="Header"/>
    <w:rsid w:val="00E52046"/>
  </w:style>
  <w:style w:type="paragraph" w:customStyle="1" w:styleId="Page-Right">
    <w:name w:val="Page - Right"/>
    <w:basedOn w:val="Normal"/>
    <w:qFormat/>
    <w:rsid w:val="00E52046"/>
    <w:pPr>
      <w:jc w:val="right"/>
    </w:pPr>
    <w:rPr>
      <w:b/>
      <w:color w:val="3399CC" w:themeColor="text2"/>
      <w:sz w:val="18"/>
    </w:rPr>
  </w:style>
  <w:style w:type="paragraph" w:customStyle="1" w:styleId="Page-Left">
    <w:name w:val="Page - Left"/>
    <w:basedOn w:val="Page-Right"/>
    <w:qFormat/>
    <w:rsid w:val="00E52046"/>
    <w:pPr>
      <w:jc w:val="left"/>
    </w:pPr>
  </w:style>
  <w:style w:type="paragraph" w:styleId="TOCHeading">
    <w:name w:val="TOC Heading"/>
    <w:basedOn w:val="Heading1"/>
    <w:rsid w:val="00A6576D"/>
    <w:pPr>
      <w:outlineLvl w:val="9"/>
    </w:pPr>
    <w:rPr>
      <w:rFonts w:asciiTheme="minorHAnsi" w:eastAsiaTheme="minorHAnsi" w:hAnsiTheme="minorHAnsi" w:cstheme="minorBidi"/>
      <w:bCs w:val="0"/>
      <w:caps/>
      <w:sz w:val="36"/>
      <w:szCs w:val="24"/>
    </w:rPr>
  </w:style>
  <w:style w:type="paragraph" w:styleId="TOC1">
    <w:name w:val="toc 1"/>
    <w:basedOn w:val="Normal"/>
    <w:rsid w:val="00795921"/>
    <w:pPr>
      <w:spacing w:before="200" w:after="40"/>
      <w:jc w:val="center"/>
    </w:pPr>
    <w:rPr>
      <w:color w:val="3399CC" w:themeColor="text2"/>
      <w:sz w:val="20"/>
    </w:rPr>
  </w:style>
  <w:style w:type="paragraph" w:styleId="TOC2">
    <w:name w:val="toc 2"/>
    <w:basedOn w:val="Normal"/>
    <w:rsid w:val="00A6576D"/>
    <w:pPr>
      <w:jc w:val="center"/>
    </w:pPr>
    <w:rPr>
      <w:b/>
      <w:color w:val="3399CC" w:themeColor="text2"/>
    </w:rPr>
  </w:style>
  <w:style w:type="paragraph" w:customStyle="1" w:styleId="Tagline">
    <w:name w:val="Tagline"/>
    <w:basedOn w:val="Normal"/>
    <w:qFormat/>
    <w:rsid w:val="00A6576D"/>
    <w:pPr>
      <w:jc w:val="center"/>
    </w:pPr>
    <w:rPr>
      <w:caps/>
      <w:color w:val="3399CC" w:themeColor="text2"/>
      <w:sz w:val="20"/>
    </w:rPr>
  </w:style>
  <w:style w:type="table" w:styleId="TableGrid">
    <w:name w:val="Table Grid"/>
    <w:basedOn w:val="TableNormal"/>
    <w:rsid w:val="00A32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3" w:uiPriority="9" w:qFormat="1"/>
    <w:lsdException w:name="heading 5" w:uiPriority="9" w:qFormat="1"/>
    <w:lsdException w:name="Title" w:uiPriority="10" w:qFormat="1"/>
    <w:lsdException w:name="Body Text" w:uiPriority="99"/>
    <w:lsdException w:name="Subtitle" w:uiPriority="11" w:qFormat="1"/>
    <w:lsdException w:name="Body Text 2" w:uiPriority="99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52046"/>
    <w:pPr>
      <w:jc w:val="center"/>
      <w:outlineLvl w:val="0"/>
    </w:pPr>
    <w:rPr>
      <w:rFonts w:asciiTheme="majorHAnsi" w:eastAsiaTheme="majorEastAsia" w:hAnsiTheme="majorHAnsi" w:cstheme="majorBidi"/>
      <w:bCs/>
      <w:color w:val="3399CC" w:themeColor="text2"/>
      <w:sz w:val="60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E52046"/>
    <w:pPr>
      <w:jc w:val="right"/>
      <w:outlineLvl w:val="1"/>
    </w:pPr>
    <w:rPr>
      <w:rFonts w:asciiTheme="majorHAnsi" w:eastAsiaTheme="majorEastAsia" w:hAnsiTheme="majorHAnsi" w:cstheme="majorBidi"/>
      <w:b/>
      <w:bCs/>
      <w:caps/>
      <w:color w:val="FFFFFF" w:themeColor="background1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E52046"/>
    <w:pPr>
      <w:spacing w:after="120"/>
      <w:outlineLvl w:val="2"/>
    </w:pPr>
    <w:rPr>
      <w:rFonts w:asciiTheme="majorHAnsi" w:eastAsiaTheme="majorEastAsia" w:hAnsiTheme="majorHAnsi" w:cstheme="majorBidi"/>
      <w:b/>
      <w:bCs/>
      <w:caps/>
      <w:color w:val="3399CC" w:themeColor="text2"/>
      <w:sz w:val="22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E52046"/>
    <w:pPr>
      <w:spacing w:before="120"/>
      <w:jc w:val="center"/>
      <w:outlineLvl w:val="3"/>
    </w:pPr>
    <w:rPr>
      <w:rFonts w:asciiTheme="majorHAnsi" w:eastAsiaTheme="majorEastAsia" w:hAnsiTheme="majorHAnsi" w:cstheme="majorBidi"/>
      <w:b/>
      <w:bCs/>
      <w:iCs/>
      <w:color w:val="3399CC" w:themeColor="text2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E52046"/>
    <w:pPr>
      <w:outlineLvl w:val="4"/>
    </w:pPr>
    <w:rPr>
      <w:rFonts w:asciiTheme="majorHAnsi" w:eastAsiaTheme="majorEastAsia" w:hAnsiTheme="majorHAnsi" w:cstheme="majorBidi"/>
      <w:b/>
      <w:color w:val="3399CC" w:themeColor="text2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E5204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D575E" w:themeColor="accent1" w:themeShade="80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E52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E5204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E5204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ler">
    <w:name w:val="Mailer"/>
    <w:basedOn w:val="Normal"/>
    <w:link w:val="MailerChar"/>
    <w:qFormat/>
    <w:rsid w:val="00E52046"/>
    <w:rPr>
      <w:rFonts w:asciiTheme="majorHAnsi" w:eastAsiaTheme="majorEastAsia" w:hAnsiTheme="majorHAnsi" w:cstheme="majorBidi"/>
      <w:color w:val="000000" w:themeColor="text1"/>
      <w:sz w:val="28"/>
    </w:rPr>
  </w:style>
  <w:style w:type="paragraph" w:styleId="Title">
    <w:name w:val="Title"/>
    <w:basedOn w:val="Normal"/>
    <w:link w:val="TitleChar"/>
    <w:uiPriority w:val="10"/>
    <w:qFormat/>
    <w:rsid w:val="00E52046"/>
    <w:pPr>
      <w:contextualSpacing/>
      <w:jc w:val="center"/>
    </w:pPr>
    <w:rPr>
      <w:rFonts w:asciiTheme="majorHAnsi" w:eastAsiaTheme="majorEastAsia" w:hAnsiTheme="majorHAnsi" w:cstheme="majorBidi"/>
      <w:color w:val="3399CC" w:themeColor="text2"/>
      <w:spacing w:val="20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52046"/>
    <w:rPr>
      <w:rFonts w:asciiTheme="majorHAnsi" w:eastAsiaTheme="majorEastAsia" w:hAnsiTheme="majorHAnsi" w:cstheme="majorBidi"/>
      <w:color w:val="3399CC" w:themeColor="text2"/>
      <w:spacing w:val="20"/>
      <w:sz w:val="72"/>
      <w:szCs w:val="52"/>
    </w:rPr>
  </w:style>
  <w:style w:type="paragraph" w:styleId="Subtitle">
    <w:name w:val="Subtitle"/>
    <w:basedOn w:val="Normal"/>
    <w:link w:val="SubtitleChar"/>
    <w:uiPriority w:val="11"/>
    <w:qFormat/>
    <w:rsid w:val="00E52046"/>
    <w:pPr>
      <w:numPr>
        <w:ilvl w:val="1"/>
      </w:numPr>
      <w:jc w:val="center"/>
    </w:pPr>
    <w:rPr>
      <w:rFonts w:asciiTheme="majorHAnsi" w:eastAsiaTheme="majorEastAsia" w:hAnsiTheme="majorHAnsi" w:cstheme="majorBidi"/>
      <w:b/>
      <w:iCs/>
      <w:color w:val="3399CC" w:themeColor="text2"/>
      <w:spacing w:val="60"/>
      <w:sz w:val="20"/>
    </w:rPr>
  </w:style>
  <w:style w:type="character" w:customStyle="1" w:styleId="SubtitleChar">
    <w:name w:val="Subtitle Char"/>
    <w:basedOn w:val="DefaultParagraphFont"/>
    <w:link w:val="Subtitle"/>
    <w:uiPriority w:val="11"/>
    <w:rsid w:val="00E52046"/>
    <w:rPr>
      <w:rFonts w:asciiTheme="majorHAnsi" w:eastAsiaTheme="majorEastAsia" w:hAnsiTheme="majorHAnsi" w:cstheme="majorBidi"/>
      <w:b/>
      <w:iCs/>
      <w:color w:val="3399CC" w:themeColor="text2"/>
      <w:spacing w:val="60"/>
      <w:sz w:val="20"/>
    </w:rPr>
  </w:style>
  <w:style w:type="paragraph" w:styleId="Date">
    <w:name w:val="Date"/>
    <w:basedOn w:val="Normal"/>
    <w:link w:val="DateChar"/>
    <w:uiPriority w:val="99"/>
    <w:unhideWhenUsed/>
    <w:rsid w:val="00E52046"/>
    <w:pPr>
      <w:jc w:val="center"/>
    </w:pPr>
    <w:rPr>
      <w:b/>
      <w:caps/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99"/>
    <w:rsid w:val="00E52046"/>
    <w:rPr>
      <w:b/>
      <w:caps/>
      <w:color w:val="FFFFFF" w:themeColor="background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2046"/>
    <w:rPr>
      <w:rFonts w:asciiTheme="majorHAnsi" w:eastAsiaTheme="majorEastAsia" w:hAnsiTheme="majorHAnsi" w:cstheme="majorBidi"/>
      <w:b/>
      <w:bCs/>
      <w:caps/>
      <w:color w:val="FFFFFF" w:themeColor="background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2046"/>
    <w:rPr>
      <w:rFonts w:asciiTheme="majorHAnsi" w:eastAsiaTheme="majorEastAsia" w:hAnsiTheme="majorHAnsi" w:cstheme="majorBidi"/>
      <w:b/>
      <w:bCs/>
      <w:caps/>
      <w:color w:val="3399CC" w:themeColor="text2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2046"/>
    <w:rPr>
      <w:rFonts w:asciiTheme="majorHAnsi" w:eastAsiaTheme="majorEastAsia" w:hAnsiTheme="majorHAnsi" w:cstheme="majorBidi"/>
      <w:b/>
      <w:bCs/>
      <w:iCs/>
      <w:color w:val="3399CC" w:themeColor="text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2046"/>
    <w:pPr>
      <w:spacing w:after="60"/>
      <w:jc w:val="center"/>
    </w:pPr>
    <w:rPr>
      <w:color w:val="3399CC" w:themeColor="text2"/>
      <w:sz w:val="18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52046"/>
    <w:rPr>
      <w:color w:val="3399CC" w:themeColor="text2"/>
      <w:sz w:val="18"/>
      <w:szCs w:val="16"/>
    </w:rPr>
  </w:style>
  <w:style w:type="paragraph" w:customStyle="1" w:styleId="ContactDetails">
    <w:name w:val="Contact Details"/>
    <w:basedOn w:val="Normal"/>
    <w:qFormat/>
    <w:rsid w:val="00E52046"/>
    <w:pPr>
      <w:jc w:val="center"/>
    </w:pPr>
    <w:rPr>
      <w:b/>
      <w:color w:val="FFFFFF" w:themeColor="background1"/>
      <w:spacing w:val="20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2046"/>
    <w:rPr>
      <w:rFonts w:asciiTheme="majorHAnsi" w:eastAsiaTheme="majorEastAsia" w:hAnsiTheme="majorHAnsi" w:cstheme="majorBidi"/>
      <w:b/>
      <w:color w:val="3399CC" w:themeColor="text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2046"/>
    <w:rPr>
      <w:rFonts w:asciiTheme="majorHAnsi" w:eastAsiaTheme="majorEastAsia" w:hAnsiTheme="majorHAnsi" w:cstheme="majorBidi"/>
      <w:i/>
      <w:iCs/>
      <w:color w:val="0D575E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20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2046"/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2046"/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numbering" w:styleId="ArticleSection">
    <w:name w:val="Outline List 3"/>
    <w:basedOn w:val="NoList"/>
    <w:uiPriority w:val="99"/>
    <w:semiHidden/>
    <w:unhideWhenUsed/>
    <w:rsid w:val="00E52046"/>
    <w:pPr>
      <w:numPr>
        <w:numId w:val="1"/>
      </w:numPr>
    </w:pPr>
  </w:style>
  <w:style w:type="paragraph" w:customStyle="1" w:styleId="Company">
    <w:name w:val="Company"/>
    <w:basedOn w:val="Normal"/>
    <w:qFormat/>
    <w:rsid w:val="00E52046"/>
    <w:pPr>
      <w:jc w:val="center"/>
    </w:pPr>
    <w:rPr>
      <w:color w:val="FFFFFF" w:themeColor="background1"/>
      <w:sz w:val="40"/>
    </w:rPr>
  </w:style>
  <w:style w:type="paragraph" w:customStyle="1" w:styleId="Recipient">
    <w:name w:val="Recipient"/>
    <w:basedOn w:val="Normal"/>
    <w:qFormat/>
    <w:rsid w:val="00E52046"/>
    <w:rPr>
      <w:b/>
      <w:color w:val="000000" w:themeColor="text1"/>
      <w:sz w:val="28"/>
    </w:rPr>
  </w:style>
  <w:style w:type="paragraph" w:styleId="Header">
    <w:name w:val="header"/>
    <w:basedOn w:val="Normal"/>
    <w:link w:val="HeaderChar"/>
    <w:rsid w:val="00E52046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uiPriority w:val="99"/>
    <w:unhideWhenUsed/>
    <w:rsid w:val="00E52046"/>
    <w:pPr>
      <w:spacing w:after="120" w:line="264" w:lineRule="auto"/>
    </w:pPr>
    <w:rPr>
      <w:b/>
      <w:color w:val="7F7F7F" w:themeColor="text1" w:themeTint="80"/>
      <w:spacing w:val="5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52046"/>
    <w:rPr>
      <w:b/>
      <w:color w:val="7F7F7F" w:themeColor="text1" w:themeTint="80"/>
      <w:spacing w:val="5"/>
      <w:sz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52046"/>
    <w:pPr>
      <w:jc w:val="right"/>
    </w:pPr>
    <w:rPr>
      <w:color w:val="595959" w:themeColor="text1" w:themeTint="A6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52046"/>
    <w:rPr>
      <w:color w:val="595959" w:themeColor="text1" w:themeTint="A6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52046"/>
    <w:rPr>
      <w:rFonts w:asciiTheme="majorHAnsi" w:eastAsiaTheme="majorEastAsia" w:hAnsiTheme="majorHAnsi" w:cstheme="majorBidi"/>
      <w:bCs/>
      <w:color w:val="3399CC" w:themeColor="text2"/>
      <w:sz w:val="60"/>
      <w:szCs w:val="32"/>
    </w:rPr>
  </w:style>
  <w:style w:type="paragraph" w:styleId="Footer">
    <w:name w:val="footer"/>
    <w:basedOn w:val="Normal"/>
    <w:link w:val="FooterChar"/>
    <w:uiPriority w:val="99"/>
    <w:unhideWhenUsed/>
    <w:rsid w:val="00E52046"/>
    <w:rPr>
      <w:color w:val="3399CC" w:themeColor="text2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E52046"/>
    <w:rPr>
      <w:color w:val="3399CC" w:themeColor="text2"/>
      <w:sz w:val="16"/>
    </w:rPr>
  </w:style>
  <w:style w:type="paragraph" w:customStyle="1" w:styleId="Footer-Right">
    <w:name w:val="Footer - Right"/>
    <w:basedOn w:val="Footer"/>
    <w:link w:val="Footer-RightChar"/>
    <w:qFormat/>
    <w:rsid w:val="00E52046"/>
    <w:pPr>
      <w:jc w:val="right"/>
    </w:pPr>
  </w:style>
  <w:style w:type="character" w:customStyle="1" w:styleId="Footer-RightChar">
    <w:name w:val="Footer - Right Char"/>
    <w:basedOn w:val="FooterChar"/>
    <w:link w:val="Footer-Right"/>
    <w:rsid w:val="00E52046"/>
    <w:rPr>
      <w:color w:val="3399CC" w:themeColor="text2"/>
      <w:sz w:val="16"/>
    </w:rPr>
  </w:style>
  <w:style w:type="paragraph" w:customStyle="1" w:styleId="Date-Large">
    <w:name w:val="Date - Large"/>
    <w:basedOn w:val="Date"/>
    <w:link w:val="Date-LargeChar"/>
    <w:qFormat/>
    <w:rsid w:val="00A20257"/>
    <w:rPr>
      <w:sz w:val="40"/>
    </w:rPr>
  </w:style>
  <w:style w:type="character" w:customStyle="1" w:styleId="Date-LargeChar">
    <w:name w:val="Date - Large Char"/>
    <w:basedOn w:val="DefaultParagraphFont"/>
    <w:link w:val="Date-Large"/>
    <w:rsid w:val="00A20257"/>
    <w:rPr>
      <w:b/>
      <w:caps/>
      <w:color w:val="FFFFFF" w:themeColor="background1"/>
      <w:sz w:val="40"/>
    </w:rPr>
  </w:style>
  <w:style w:type="character" w:customStyle="1" w:styleId="MailerChar">
    <w:name w:val="Mailer Char"/>
    <w:basedOn w:val="DefaultParagraphFont"/>
    <w:link w:val="Mailer"/>
    <w:rsid w:val="00E52046"/>
    <w:rPr>
      <w:rFonts w:asciiTheme="majorHAnsi" w:eastAsiaTheme="majorEastAsia" w:hAnsiTheme="majorHAnsi" w:cstheme="majorBidi"/>
      <w:color w:val="000000" w:themeColor="text1"/>
      <w:sz w:val="28"/>
    </w:rPr>
  </w:style>
  <w:style w:type="character" w:customStyle="1" w:styleId="HeaderChar">
    <w:name w:val="Header Char"/>
    <w:basedOn w:val="DefaultParagraphFont"/>
    <w:link w:val="Header"/>
    <w:rsid w:val="00E52046"/>
  </w:style>
  <w:style w:type="paragraph" w:customStyle="1" w:styleId="Page-Right">
    <w:name w:val="Page - Right"/>
    <w:basedOn w:val="Normal"/>
    <w:qFormat/>
    <w:rsid w:val="00E52046"/>
    <w:pPr>
      <w:jc w:val="right"/>
    </w:pPr>
    <w:rPr>
      <w:b/>
      <w:color w:val="3399CC" w:themeColor="text2"/>
      <w:sz w:val="18"/>
    </w:rPr>
  </w:style>
  <w:style w:type="paragraph" w:customStyle="1" w:styleId="Page-Left">
    <w:name w:val="Page - Left"/>
    <w:basedOn w:val="Page-Right"/>
    <w:qFormat/>
    <w:rsid w:val="00E52046"/>
    <w:pPr>
      <w:jc w:val="left"/>
    </w:pPr>
  </w:style>
  <w:style w:type="paragraph" w:styleId="TOCHeading">
    <w:name w:val="TOC Heading"/>
    <w:basedOn w:val="Heading1"/>
    <w:rsid w:val="00A6576D"/>
    <w:pPr>
      <w:outlineLvl w:val="9"/>
    </w:pPr>
    <w:rPr>
      <w:rFonts w:asciiTheme="minorHAnsi" w:eastAsiaTheme="minorHAnsi" w:hAnsiTheme="minorHAnsi" w:cstheme="minorBidi"/>
      <w:bCs w:val="0"/>
      <w:caps/>
      <w:sz w:val="36"/>
      <w:szCs w:val="24"/>
    </w:rPr>
  </w:style>
  <w:style w:type="paragraph" w:styleId="TOC1">
    <w:name w:val="toc 1"/>
    <w:basedOn w:val="Normal"/>
    <w:rsid w:val="00795921"/>
    <w:pPr>
      <w:spacing w:before="200" w:after="40"/>
      <w:jc w:val="center"/>
    </w:pPr>
    <w:rPr>
      <w:color w:val="3399CC" w:themeColor="text2"/>
      <w:sz w:val="20"/>
    </w:rPr>
  </w:style>
  <w:style w:type="paragraph" w:styleId="TOC2">
    <w:name w:val="toc 2"/>
    <w:basedOn w:val="Normal"/>
    <w:rsid w:val="00A6576D"/>
    <w:pPr>
      <w:jc w:val="center"/>
    </w:pPr>
    <w:rPr>
      <w:b/>
      <w:color w:val="3399CC" w:themeColor="text2"/>
    </w:rPr>
  </w:style>
  <w:style w:type="paragraph" w:customStyle="1" w:styleId="Tagline">
    <w:name w:val="Tagline"/>
    <w:basedOn w:val="Normal"/>
    <w:qFormat/>
    <w:rsid w:val="00A6576D"/>
    <w:pPr>
      <w:jc w:val="center"/>
    </w:pPr>
    <w:rPr>
      <w:caps/>
      <w:color w:val="3399CC" w:themeColor="text2"/>
      <w:sz w:val="20"/>
    </w:rPr>
  </w:style>
  <w:style w:type="table" w:styleId="TableGrid">
    <w:name w:val="Table Grid"/>
    <w:basedOn w:val="TableNormal"/>
    <w:rsid w:val="00A32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Catalogs:Booklet%20Catalog.dotx" TargetMode="External"/></Relationships>
</file>

<file path=word/theme/theme1.xml><?xml version="1.0" encoding="utf-8"?>
<a:theme xmlns:a="http://schemas.openxmlformats.org/drawingml/2006/main" name="Office Theme">
  <a:themeElements>
    <a:clrScheme name="Booklet Catalog">
      <a:dk1>
        <a:sysClr val="windowText" lastClr="000000"/>
      </a:dk1>
      <a:lt1>
        <a:sysClr val="window" lastClr="FFFFFF"/>
      </a:lt1>
      <a:dk2>
        <a:srgbClr val="3399CC"/>
      </a:dk2>
      <a:lt2>
        <a:srgbClr val="B9DEF9"/>
      </a:lt2>
      <a:accent1>
        <a:srgbClr val="1BAFBC"/>
      </a:accent1>
      <a:accent2>
        <a:srgbClr val="6466AF"/>
      </a:accent2>
      <a:accent3>
        <a:srgbClr val="B073B1"/>
      </a:accent3>
      <a:accent4>
        <a:srgbClr val="DE1F26"/>
      </a:accent4>
      <a:accent5>
        <a:srgbClr val="F8981D"/>
      </a:accent5>
      <a:accent6>
        <a:srgbClr val="8DCC33"/>
      </a:accent6>
      <a:hlink>
        <a:srgbClr val="84C1E0"/>
      </a:hlink>
      <a:folHlink>
        <a:srgbClr val="7F92AA"/>
      </a:folHlink>
    </a:clrScheme>
    <a:fontScheme name="Booklet Catalog">
      <a:majorFont>
        <a:latin typeface="Corbel"/>
        <a:ea typeface=""/>
        <a:cs typeface=""/>
        <a:font script="Jpan" typeface="メイリオ"/>
      </a:majorFont>
      <a:minorFont>
        <a:latin typeface="Corbel"/>
        <a:ea typeface=""/>
        <a:cs typeface=""/>
        <a:font script="Jpan" typeface="メイリオ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Booklet Catalog.dotx</Template>
  <TotalTime>0</TotalTime>
  <Pages>4</Pages>
  <Words>9</Words>
  <Characters>33</Characters>
  <Application>Microsoft Macintosh Word</Application>
  <DocSecurity>0</DocSecurity>
  <Lines>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Aloysius</dc:creator>
  <cp:keywords/>
  <dc:description/>
  <cp:lastModifiedBy>St. Aloysius</cp:lastModifiedBy>
  <cp:revision>2</cp:revision>
  <cp:lastPrinted>2013-10-17T16:32:00Z</cp:lastPrinted>
  <dcterms:created xsi:type="dcterms:W3CDTF">2013-10-18T12:53:00Z</dcterms:created>
  <dcterms:modified xsi:type="dcterms:W3CDTF">2013-10-18T12:53:00Z</dcterms:modified>
  <cp:category/>
</cp:coreProperties>
</file>